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ackground w:color="ffffff">
    <v:background id="_x0000_s1025" filled="t"/>
  </w:background>
  <w:body>
    <w:p w:rsidR="00BD288B" w:rsidRPr="005636BC" w:rsidP="005636BC">
      <w:pPr>
        <w:spacing w:line="360" w:lineRule="auto"/>
        <w:jc w:val="center"/>
        <w:rPr>
          <w:b/>
          <w:bCs/>
          <w:szCs w:val="32"/>
        </w:rPr>
      </w:pPr>
      <w:r>
        <w:rPr>
          <w:rFonts w:hint="eastAsia"/>
          <w:b/>
          <w:bCs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8pt;margin-left:816pt;margin-top:988pt;mso-position-horizontal-relative:page;mso-position-vertical-relative:top-margin-area;position:absolute;width:21pt;z-index:251658240">
            <v:imagedata r:id="rId4" o:title=""/>
          </v:shape>
        </w:pict>
      </w:r>
      <w:r w:rsidRPr="005636BC">
        <w:rPr>
          <w:rFonts w:hint="eastAsia"/>
          <w:b/>
          <w:bCs/>
          <w:szCs w:val="44"/>
        </w:rPr>
        <w:t>八年级物理试卷</w:t>
      </w:r>
    </w:p>
    <w:p w:rsidR="00BD288B" w:rsidRPr="005636BC" w:rsidP="005636BC">
      <w:pPr>
        <w:spacing w:line="360" w:lineRule="auto"/>
        <w:jc w:val="left"/>
        <w:rPr>
          <w:b/>
          <w:bCs/>
          <w:szCs w:val="24"/>
        </w:rPr>
      </w:pPr>
      <w:r w:rsidRPr="005636BC">
        <w:rPr>
          <w:rFonts w:hint="eastAsia"/>
          <w:b/>
          <w:bCs/>
          <w:szCs w:val="24"/>
        </w:rPr>
        <w:t>（考试内容：第一，二章及第三章第一节）</w:t>
      </w:r>
      <w:r w:rsidRPr="005636BC">
        <w:rPr>
          <w:b/>
          <w:bCs/>
          <w:szCs w:val="24"/>
        </w:rPr>
        <w:t xml:space="preserve">         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b/>
          <w:szCs w:val="24"/>
        </w:rPr>
        <w:t>一．选择题（共</w:t>
      </w:r>
      <w:r w:rsidRPr="005636BC">
        <w:rPr>
          <w:b/>
          <w:szCs w:val="24"/>
        </w:rPr>
        <w:t>8</w:t>
      </w:r>
      <w:r w:rsidRPr="005636BC">
        <w:rPr>
          <w:rFonts w:hint="eastAsia"/>
          <w:b/>
          <w:szCs w:val="24"/>
        </w:rPr>
        <w:t>小题，每题</w:t>
      </w:r>
      <w:r w:rsidRPr="005636BC">
        <w:rPr>
          <w:b/>
          <w:szCs w:val="24"/>
        </w:rPr>
        <w:t>3</w:t>
      </w:r>
      <w:r w:rsidRPr="005636BC">
        <w:rPr>
          <w:rFonts w:hint="eastAsia"/>
          <w:b/>
          <w:szCs w:val="24"/>
        </w:rPr>
        <w:t>分共</w:t>
      </w:r>
      <w:r w:rsidRPr="005636BC">
        <w:rPr>
          <w:b/>
          <w:szCs w:val="24"/>
        </w:rPr>
        <w:t>24</w:t>
      </w:r>
      <w:r w:rsidRPr="005636BC">
        <w:rPr>
          <w:rFonts w:hint="eastAsia"/>
          <w:b/>
          <w:szCs w:val="24"/>
        </w:rPr>
        <w:t>分）</w:t>
      </w:r>
    </w:p>
    <w:p w:rsidR="00BD288B" w:rsidRPr="005636BC" w:rsidP="005636BC">
      <w:pPr>
        <w:spacing w:line="360" w:lineRule="auto"/>
      </w:pPr>
      <w:r>
        <w:rPr>
          <w:noProof/>
        </w:rPr>
        <w:pict>
          <v:shape id="_x0000_s1027" type="#_x0000_t75" style="height:126pt;margin-left:210pt;margin-top:55.8pt;position:absolute;width:258.75pt;z-index:251663360">
            <v:imagedata r:id="rId5" r:href="rId6" o:title=""/>
            <w10:wrap type="square"/>
          </v:shape>
        </w:pict>
      </w:r>
      <w:r w:rsidRPr="005636BC">
        <w:rPr>
          <w:szCs w:val="24"/>
        </w:rPr>
        <w:t>1</w:t>
      </w:r>
      <w:r w:rsidRPr="005636BC">
        <w:rPr>
          <w:rFonts w:hint="eastAsia"/>
          <w:szCs w:val="24"/>
        </w:rPr>
        <w:t>．平直公路上并排停放着两辆汽车，一段时间后，坐在甲车上的小明感觉乙车向北运动，关于两辆汽车的运动情况，下列说法正确的是（　　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．以乙车为参照物，甲车一定向南运动</w:t>
      </w:r>
    </w:p>
    <w:p w:rsidR="00BD288B" w:rsidRPr="005636BC" w:rsidP="005636BC">
      <w:pPr>
        <w:rPr>
          <w:rFonts w:ascii="宋体" w:cs="宋体"/>
          <w:kern w:val="0"/>
          <w:sz w:val="24"/>
          <w:szCs w:val="24"/>
        </w:rPr>
      </w:pPr>
      <w:r w:rsidRPr="005636BC">
        <w:rPr>
          <w:szCs w:val="24"/>
        </w:rPr>
        <w:t>B</w:t>
      </w:r>
      <w:r w:rsidRPr="005636BC">
        <w:rPr>
          <w:rFonts w:hint="eastAsia"/>
          <w:szCs w:val="24"/>
        </w:rPr>
        <w:t>．以甲车为参照物，地面一定是静止的</w:t>
      </w:r>
    </w:p>
    <w:p w:rsidR="00BD288B" w:rsidRPr="005636BC" w:rsidP="005636BC">
      <w:pPr>
        <w:spacing w:line="360" w:lineRule="auto"/>
      </w:pPr>
    </w:p>
    <w:p w:rsidR="00BD288B" w:rsidRPr="005636BC" w:rsidP="005636BC">
      <w:pPr>
        <w:spacing w:line="360" w:lineRule="auto"/>
      </w:pPr>
      <w:r w:rsidRPr="005636BC">
        <w:rPr>
          <w:szCs w:val="24"/>
        </w:rPr>
        <w:t>C</w:t>
      </w:r>
      <w:r w:rsidRPr="005636BC">
        <w:rPr>
          <w:rFonts w:hint="eastAsia"/>
          <w:szCs w:val="24"/>
        </w:rPr>
        <w:t>．以地面为参照物，甲车一定是向南运动</w:t>
      </w:r>
      <w:bookmarkStart w:id="0" w:name="_GoBack"/>
      <w:bookmarkEnd w:id="0"/>
    </w:p>
    <w:p w:rsidR="00BD288B" w:rsidRPr="005636BC" w:rsidP="005636BC">
      <w:pPr>
        <w:spacing w:line="360" w:lineRule="auto"/>
      </w:pPr>
      <w:r w:rsidRPr="005636BC">
        <w:rPr>
          <w:szCs w:val="24"/>
        </w:rPr>
        <w:t>D</w:t>
      </w:r>
      <w:r w:rsidRPr="005636BC">
        <w:rPr>
          <w:rFonts w:hint="eastAsia"/>
          <w:szCs w:val="24"/>
        </w:rPr>
        <w:t>．以地面为参照物，乙车一定向北运动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．某学生在测量记录中忘记写单位，下列哪个数据的单位是</w:t>
      </w:r>
      <w:r w:rsidRPr="005636BC">
        <w:rPr>
          <w:szCs w:val="24"/>
        </w:rPr>
        <w:t>mm</w:t>
      </w:r>
      <w:r w:rsidRPr="005636BC">
        <w:rPr>
          <w:rFonts w:hint="eastAsia"/>
          <w:szCs w:val="24"/>
        </w:rPr>
        <w:t>（　　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．普通课本一张纸的厚度是</w:t>
      </w:r>
      <w:r w:rsidRPr="005636BC">
        <w:rPr>
          <w:szCs w:val="24"/>
        </w:rPr>
        <w:t>7</w:t>
      </w:r>
      <w:r w:rsidRPr="005636BC">
        <w:rPr>
          <w:szCs w:val="24"/>
        </w:rPr>
        <w:tab/>
        <w:t>B</w:t>
      </w:r>
      <w:r w:rsidRPr="005636BC">
        <w:rPr>
          <w:rFonts w:hint="eastAsia"/>
          <w:szCs w:val="24"/>
        </w:rPr>
        <w:t>．茶杯的高度是</w:t>
      </w:r>
      <w:r w:rsidRPr="005636BC">
        <w:rPr>
          <w:szCs w:val="24"/>
        </w:rPr>
        <w:t>10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C</w:t>
      </w:r>
      <w:r w:rsidRPr="005636BC">
        <w:rPr>
          <w:rFonts w:hint="eastAsia"/>
          <w:szCs w:val="24"/>
        </w:rPr>
        <w:t>．物理书的长度是</w:t>
      </w:r>
      <w:r w:rsidRPr="005636BC">
        <w:rPr>
          <w:szCs w:val="24"/>
        </w:rPr>
        <w:t>252</w:t>
      </w:r>
      <w:r w:rsidRPr="005636BC">
        <w:rPr>
          <w:szCs w:val="24"/>
        </w:rPr>
        <w:tab/>
        <w:t>D</w:t>
      </w:r>
      <w:r w:rsidRPr="005636BC">
        <w:rPr>
          <w:rFonts w:hint="eastAsia"/>
          <w:szCs w:val="24"/>
        </w:rPr>
        <w:t>．他自己的身高是</w:t>
      </w:r>
      <w:r w:rsidRPr="005636BC">
        <w:rPr>
          <w:szCs w:val="24"/>
        </w:rPr>
        <w:t>16.7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3</w:t>
      </w:r>
      <w:r w:rsidRPr="005636BC">
        <w:rPr>
          <w:rFonts w:hint="eastAsia"/>
          <w:szCs w:val="24"/>
        </w:rPr>
        <w:t>．甲、乙两物体从同一地点同时向相同方向做直线运动，其</w:t>
      </w:r>
      <w:r w:rsidRPr="005636BC">
        <w:rPr>
          <w:szCs w:val="24"/>
        </w:rPr>
        <w:t>s</w:t>
      </w:r>
      <w:r w:rsidRPr="005636BC">
        <w:rPr>
          <w:rFonts w:hint="eastAsia"/>
          <w:szCs w:val="24"/>
        </w:rPr>
        <w:t>﹣</w:t>
      </w:r>
      <w:r w:rsidRPr="005636BC">
        <w:rPr>
          <w:szCs w:val="24"/>
        </w:rPr>
        <w:t>t</w:t>
      </w:r>
      <w:r w:rsidRPr="005636BC">
        <w:rPr>
          <w:rFonts w:hint="eastAsia"/>
          <w:szCs w:val="24"/>
        </w:rPr>
        <w:t>图象如图所示，由图象可知（　　）</w:t>
      </w:r>
    </w:p>
    <w:p w:rsidR="00BD288B" w:rsidRPr="005636BC" w:rsidP="005636BC">
      <w:pPr>
        <w:spacing w:line="360" w:lineRule="auto"/>
      </w:pPr>
    </w:p>
    <w:p w:rsidR="00BD288B" w:rsidRPr="005636BC" w:rsidP="005636BC">
      <w:pPr>
        <w:spacing w:line="360" w:lineRule="auto"/>
      </w:pPr>
      <w:r>
        <w:rPr>
          <w:noProof/>
        </w:rPr>
        <w:pict>
          <v:shape id="_x0000_s1028" type="#_x0000_t75" style="height:104.25pt;margin-left:288.75pt;margin-top:5.85pt;position:absolute;width:135pt;z-index:251664384">
            <v:imagedata r:id="rId7" r:href="rId8" o:title=""/>
            <w10:wrap type="square"/>
          </v:shape>
        </w:pict>
      </w: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．两物体在</w:t>
      </w:r>
      <w:r w:rsidRPr="005636BC">
        <w:rPr>
          <w:szCs w:val="24"/>
        </w:rPr>
        <w:t>0</w:t>
      </w:r>
      <w:r w:rsidRPr="005636BC">
        <w:rPr>
          <w:rFonts w:ascii="宋体" w:hAnsi="宋体" w:hint="eastAsia"/>
          <w:szCs w:val="24"/>
        </w:rPr>
        <w:t>～</w:t>
      </w:r>
      <w:r w:rsidRPr="005636BC">
        <w:rPr>
          <w:szCs w:val="24"/>
        </w:rPr>
        <w:t>10s</w:t>
      </w:r>
      <w:r w:rsidRPr="005636BC">
        <w:rPr>
          <w:rFonts w:hint="eastAsia"/>
          <w:szCs w:val="24"/>
        </w:rPr>
        <w:t>内都做匀速运动，且</w:t>
      </w:r>
      <w:r w:rsidRPr="005636BC">
        <w:rPr>
          <w:szCs w:val="24"/>
        </w:rPr>
        <w:t>v</w:t>
      </w:r>
      <w:r w:rsidRPr="005636BC">
        <w:rPr>
          <w:rFonts w:hint="eastAsia"/>
          <w:szCs w:val="24"/>
          <w:vertAlign w:val="subscript"/>
        </w:rPr>
        <w:t>甲</w:t>
      </w:r>
      <w:r w:rsidRPr="005636BC">
        <w:rPr>
          <w:rFonts w:ascii="宋体" w:hAnsi="宋体" w:hint="eastAsia"/>
          <w:szCs w:val="24"/>
        </w:rPr>
        <w:t>＜</w:t>
      </w:r>
      <w:r w:rsidRPr="005636BC">
        <w:rPr>
          <w:szCs w:val="24"/>
        </w:rPr>
        <w:t>v</w:t>
      </w:r>
      <w:r w:rsidRPr="005636BC">
        <w:rPr>
          <w:rFonts w:hint="eastAsia"/>
          <w:szCs w:val="24"/>
          <w:vertAlign w:val="subscript"/>
        </w:rPr>
        <w:t>乙</w:t>
      </w:r>
    </w:p>
    <w:p w:rsidR="00BD288B" w:rsidRPr="005636BC" w:rsidP="005636BC">
      <w:pPr>
        <w:rPr>
          <w:rFonts w:ascii="宋体" w:cs="宋体"/>
          <w:kern w:val="0"/>
          <w:sz w:val="24"/>
          <w:szCs w:val="24"/>
        </w:rPr>
      </w:pPr>
      <w:r w:rsidRPr="005636BC">
        <w:rPr>
          <w:szCs w:val="24"/>
        </w:rPr>
        <w:t>B</w:t>
      </w:r>
      <w:r w:rsidRPr="005636BC">
        <w:rPr>
          <w:rFonts w:hint="eastAsia"/>
          <w:szCs w:val="24"/>
        </w:rPr>
        <w:t>．两物体在</w:t>
      </w:r>
      <w:r w:rsidRPr="005636BC">
        <w:rPr>
          <w:szCs w:val="24"/>
        </w:rPr>
        <w:t>15</w:t>
      </w:r>
      <w:r w:rsidRPr="005636BC">
        <w:rPr>
          <w:rFonts w:ascii="宋体" w:hAnsi="宋体" w:hint="eastAsia"/>
          <w:szCs w:val="24"/>
        </w:rPr>
        <w:t>～</w:t>
      </w:r>
      <w:r w:rsidRPr="005636BC">
        <w:rPr>
          <w:szCs w:val="24"/>
        </w:rPr>
        <w:t>20s</w:t>
      </w:r>
      <w:r w:rsidRPr="005636BC">
        <w:rPr>
          <w:rFonts w:hint="eastAsia"/>
          <w:szCs w:val="24"/>
        </w:rPr>
        <w:t>内都做匀速运动，且</w:t>
      </w:r>
      <w:r w:rsidRPr="005636BC">
        <w:rPr>
          <w:szCs w:val="24"/>
        </w:rPr>
        <w:t>v</w:t>
      </w:r>
      <w:r w:rsidRPr="005636BC">
        <w:rPr>
          <w:rFonts w:hint="eastAsia"/>
          <w:szCs w:val="24"/>
          <w:vertAlign w:val="subscript"/>
        </w:rPr>
        <w:t>甲</w:t>
      </w:r>
      <w:r w:rsidRPr="005636BC">
        <w:rPr>
          <w:rFonts w:ascii="宋体" w:hAnsi="宋体" w:hint="eastAsia"/>
          <w:szCs w:val="24"/>
        </w:rPr>
        <w:t>＜</w:t>
      </w:r>
      <w:r w:rsidRPr="005636BC">
        <w:rPr>
          <w:szCs w:val="24"/>
        </w:rPr>
        <w:t>v</w:t>
      </w:r>
      <w:r w:rsidRPr="005636BC">
        <w:rPr>
          <w:rFonts w:hint="eastAsia"/>
          <w:szCs w:val="24"/>
          <w:vertAlign w:val="subscript"/>
        </w:rPr>
        <w:t>乙</w:t>
      </w:r>
    </w:p>
    <w:p w:rsidR="00BD288B" w:rsidRPr="005636BC" w:rsidP="005636BC">
      <w:pPr>
        <w:spacing w:line="360" w:lineRule="auto"/>
      </w:pPr>
    </w:p>
    <w:p w:rsidR="00BD288B" w:rsidRPr="005636BC" w:rsidP="005636BC">
      <w:pPr>
        <w:spacing w:line="360" w:lineRule="auto"/>
      </w:pPr>
      <w:r w:rsidRPr="005636BC">
        <w:rPr>
          <w:szCs w:val="24"/>
        </w:rPr>
        <w:t>C</w:t>
      </w:r>
      <w:r w:rsidRPr="005636BC">
        <w:rPr>
          <w:rFonts w:hint="eastAsia"/>
          <w:szCs w:val="24"/>
        </w:rPr>
        <w:t>．两物体在</w:t>
      </w:r>
      <w:r w:rsidRPr="005636BC">
        <w:rPr>
          <w:szCs w:val="24"/>
        </w:rPr>
        <w:t>15s</w:t>
      </w:r>
      <w:r w:rsidRPr="005636BC">
        <w:rPr>
          <w:rFonts w:hint="eastAsia"/>
          <w:szCs w:val="24"/>
        </w:rPr>
        <w:t>末相遇，且</w:t>
      </w:r>
      <w:r w:rsidRPr="005636BC">
        <w:rPr>
          <w:szCs w:val="24"/>
        </w:rPr>
        <w:t>0</w:t>
      </w:r>
      <w:r w:rsidRPr="005636BC">
        <w:rPr>
          <w:rFonts w:ascii="宋体" w:hAnsi="宋体" w:hint="eastAsia"/>
          <w:szCs w:val="24"/>
        </w:rPr>
        <w:t>～</w:t>
      </w:r>
      <w:r w:rsidRPr="005636BC">
        <w:rPr>
          <w:szCs w:val="24"/>
        </w:rPr>
        <w:t>15s</w:t>
      </w:r>
      <w:r w:rsidRPr="005636BC">
        <w:rPr>
          <w:rFonts w:hint="eastAsia"/>
          <w:szCs w:val="24"/>
        </w:rPr>
        <w:t>内通过的路程相等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D</w:t>
      </w:r>
      <w:r w:rsidRPr="005636BC">
        <w:rPr>
          <w:rFonts w:hint="eastAsia"/>
          <w:szCs w:val="24"/>
        </w:rPr>
        <w:t>．两物体在</w:t>
      </w:r>
      <w:r w:rsidRPr="005636BC">
        <w:rPr>
          <w:szCs w:val="24"/>
        </w:rPr>
        <w:t>20s</w:t>
      </w:r>
      <w:r w:rsidRPr="005636BC">
        <w:rPr>
          <w:rFonts w:hint="eastAsia"/>
          <w:szCs w:val="24"/>
        </w:rPr>
        <w:t>末相遇，且</w:t>
      </w:r>
      <w:r w:rsidRPr="005636BC">
        <w:rPr>
          <w:szCs w:val="24"/>
        </w:rPr>
        <w:t>0</w:t>
      </w:r>
      <w:r w:rsidRPr="005636BC">
        <w:rPr>
          <w:rFonts w:ascii="宋体" w:hAnsi="宋体" w:hint="eastAsia"/>
          <w:szCs w:val="24"/>
        </w:rPr>
        <w:t>～</w:t>
      </w:r>
      <w:r w:rsidRPr="005636BC">
        <w:rPr>
          <w:szCs w:val="24"/>
        </w:rPr>
        <w:t>20s</w:t>
      </w:r>
      <w:r w:rsidRPr="005636BC">
        <w:rPr>
          <w:rFonts w:hint="eastAsia"/>
          <w:szCs w:val="24"/>
        </w:rPr>
        <w:t>内通过的路程相等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4</w:t>
      </w:r>
      <w:r w:rsidRPr="005636BC">
        <w:rPr>
          <w:rFonts w:hint="eastAsia"/>
          <w:szCs w:val="24"/>
        </w:rPr>
        <w:t>．如图记录了甲、乙两车同时在同一平直公路上行驶时，在相同的时间内通过的路程．以下分析正确的是（　　）</w:t>
      </w:r>
    </w:p>
    <w:p w:rsidR="00BD288B" w:rsidRPr="005636BC" w:rsidP="005636BC">
      <w:pPr>
        <w:spacing w:line="360" w:lineRule="auto"/>
      </w:pPr>
    </w:p>
    <w:p w:rsidR="00BD288B" w:rsidRPr="005636BC" w:rsidP="005636BC">
      <w:pPr>
        <w:spacing w:line="360" w:lineRule="auto"/>
      </w:pP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．甲、乙两车都做匀速直线运动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B</w:t>
      </w:r>
      <w:r w:rsidRPr="005636BC">
        <w:rPr>
          <w:rFonts w:hint="eastAsia"/>
          <w:szCs w:val="24"/>
        </w:rPr>
        <w:t>．在每段相同的时间内．甲车的平均速度都比乙车的大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C</w:t>
      </w:r>
      <w:r w:rsidRPr="005636BC">
        <w:rPr>
          <w:rFonts w:hint="eastAsia"/>
          <w:szCs w:val="24"/>
        </w:rPr>
        <w:t>．在</w:t>
      </w:r>
      <w:r w:rsidRPr="005636BC">
        <w:rPr>
          <w:szCs w:val="24"/>
        </w:rPr>
        <w:t>20</w:t>
      </w:r>
      <w:r w:rsidRPr="005636BC">
        <w:rPr>
          <w:rFonts w:ascii="PMingLiU" w:eastAsia="PMingLiU" w:hAnsi="PMingLiU" w:cs="PMingLiU" w:hint="eastAsia"/>
          <w:szCs w:val="24"/>
        </w:rPr>
        <w:t>〜</w:t>
      </w:r>
      <w:r w:rsidRPr="005636BC">
        <w:rPr>
          <w:szCs w:val="24"/>
        </w:rPr>
        <w:t>30s</w:t>
      </w:r>
      <w:r w:rsidRPr="005636BC">
        <w:rPr>
          <w:rFonts w:hint="eastAsia"/>
          <w:szCs w:val="24"/>
        </w:rPr>
        <w:t>的时间内，甲车的平均速度比乙车的大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D</w:t>
      </w:r>
      <w:r w:rsidRPr="005636BC">
        <w:rPr>
          <w:rFonts w:hint="eastAsia"/>
          <w:szCs w:val="24"/>
        </w:rPr>
        <w:t>．在</w:t>
      </w:r>
      <w:r w:rsidRPr="005636BC">
        <w:rPr>
          <w:szCs w:val="24"/>
        </w:rPr>
        <w:t>0</w:t>
      </w:r>
      <w:r w:rsidRPr="005636BC">
        <w:rPr>
          <w:rFonts w:ascii="PMingLiU" w:eastAsia="PMingLiU" w:hAnsi="PMingLiU" w:cs="PMingLiU" w:hint="eastAsia"/>
          <w:szCs w:val="24"/>
        </w:rPr>
        <w:t>〜</w:t>
      </w:r>
      <w:r w:rsidRPr="005636BC">
        <w:rPr>
          <w:szCs w:val="24"/>
        </w:rPr>
        <w:t>40s</w:t>
      </w:r>
      <w:r w:rsidRPr="005636BC">
        <w:rPr>
          <w:rFonts w:hint="eastAsia"/>
          <w:szCs w:val="24"/>
        </w:rPr>
        <w:t>的时间内，甲、乙两车的平均速度大小相等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5</w:t>
      </w:r>
      <w:r w:rsidRPr="005636BC">
        <w:rPr>
          <w:rFonts w:hint="eastAsia"/>
          <w:szCs w:val="24"/>
        </w:rPr>
        <w:t>．甲乙两物体都做匀速直线运动，它们的速度之比为</w:t>
      </w:r>
      <w:r w:rsidRPr="005636BC">
        <w:rPr>
          <w:szCs w:val="24"/>
        </w:rPr>
        <w:t>3</w:t>
      </w:r>
      <w:r w:rsidRPr="005636BC">
        <w:rPr>
          <w:rFonts w:hint="eastAsia"/>
          <w:szCs w:val="24"/>
        </w:rPr>
        <w:t>：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，路程之比为</w:t>
      </w:r>
      <w:r w:rsidRPr="005636BC">
        <w:rPr>
          <w:szCs w:val="24"/>
        </w:rPr>
        <w:t>1</w:t>
      </w:r>
      <w:r w:rsidRPr="005636BC">
        <w:rPr>
          <w:rFonts w:hint="eastAsia"/>
          <w:szCs w:val="24"/>
        </w:rPr>
        <w:t>：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，则时间之比为（　　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．</w:t>
      </w:r>
      <w:r w:rsidRPr="005636BC">
        <w:rPr>
          <w:szCs w:val="24"/>
        </w:rPr>
        <w:t>3</w:t>
      </w:r>
      <w:r w:rsidRPr="005636BC">
        <w:rPr>
          <w:rFonts w:hint="eastAsia"/>
          <w:szCs w:val="24"/>
        </w:rPr>
        <w:t>：</w:t>
      </w:r>
      <w:r w:rsidRPr="005636BC">
        <w:rPr>
          <w:szCs w:val="24"/>
        </w:rPr>
        <w:t>1</w:t>
      </w:r>
      <w:r w:rsidRPr="005636BC">
        <w:rPr>
          <w:szCs w:val="24"/>
        </w:rPr>
        <w:tab/>
        <w:t>B</w:t>
      </w:r>
      <w:r w:rsidRPr="005636BC">
        <w:rPr>
          <w:rFonts w:hint="eastAsia"/>
          <w:szCs w:val="24"/>
        </w:rPr>
        <w:t>．</w:t>
      </w:r>
      <w:r w:rsidRPr="005636BC">
        <w:rPr>
          <w:szCs w:val="24"/>
        </w:rPr>
        <w:t>1</w:t>
      </w:r>
      <w:r w:rsidRPr="005636BC">
        <w:rPr>
          <w:rFonts w:hint="eastAsia"/>
          <w:szCs w:val="24"/>
        </w:rPr>
        <w:t>：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C"/>
        </w:smartTagPr>
        <w:r w:rsidRPr="005636BC">
          <w:rPr>
            <w:szCs w:val="24"/>
          </w:rPr>
          <w:t>3</w:t>
        </w:r>
        <w:r w:rsidRPr="005636BC">
          <w:rPr>
            <w:szCs w:val="24"/>
          </w:rPr>
          <w:tab/>
        </w:r>
      </w:smartTag>
      <w:r w:rsidRPr="005636BC">
        <w:rPr>
          <w:szCs w:val="24"/>
        </w:rPr>
        <w:t>C</w:t>
      </w:r>
      <w:r w:rsidRPr="005636BC">
        <w:rPr>
          <w:rFonts w:hint="eastAsia"/>
          <w:szCs w:val="24"/>
        </w:rPr>
        <w:t>．</w:t>
      </w:r>
      <w:r w:rsidRPr="005636BC">
        <w:rPr>
          <w:szCs w:val="24"/>
        </w:rPr>
        <w:t>4</w:t>
      </w:r>
      <w:r w:rsidRPr="005636BC">
        <w:rPr>
          <w:rFonts w:hint="eastAsia"/>
          <w:szCs w:val="24"/>
        </w:rPr>
        <w:t>：</w:t>
      </w:r>
      <w:r w:rsidRPr="005636BC">
        <w:rPr>
          <w:szCs w:val="24"/>
        </w:rPr>
        <w:t>3</w:t>
      </w:r>
      <w:r w:rsidRPr="005636BC">
        <w:rPr>
          <w:szCs w:val="24"/>
        </w:rPr>
        <w:tab/>
        <w:t>D</w:t>
      </w:r>
      <w:r w:rsidRPr="005636BC">
        <w:rPr>
          <w:rFonts w:hint="eastAsia"/>
          <w:szCs w:val="24"/>
        </w:rPr>
        <w:t>．</w:t>
      </w:r>
      <w:r w:rsidRPr="005636BC">
        <w:rPr>
          <w:szCs w:val="24"/>
        </w:rPr>
        <w:t>3</w:t>
      </w:r>
      <w:r w:rsidRPr="005636BC">
        <w:rPr>
          <w:rFonts w:hint="eastAsia"/>
          <w:szCs w:val="24"/>
        </w:rPr>
        <w:t>：</w:t>
      </w:r>
      <w:r w:rsidRPr="005636BC">
        <w:rPr>
          <w:szCs w:val="24"/>
        </w:rPr>
        <w:t>4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6</w:t>
      </w:r>
      <w:r w:rsidRPr="005636BC">
        <w:rPr>
          <w:rFonts w:hint="eastAsia"/>
          <w:szCs w:val="24"/>
        </w:rPr>
        <w:t>．一辆汽车在从甲地到乙地的过程中，若前半程的平均速度为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0"/>
          <w:attr w:name="TCSC" w:val="0"/>
          <w:attr w:name="UnitName" w:val="m"/>
        </w:smartTagPr>
        <w:r w:rsidRPr="005636BC">
          <w:rPr>
            <w:szCs w:val="24"/>
          </w:rPr>
          <w:t>20m</w:t>
        </w:r>
      </w:smartTag>
      <w:r w:rsidRPr="005636BC">
        <w:rPr>
          <w:szCs w:val="24"/>
        </w:rPr>
        <w:t>/s</w:t>
      </w:r>
      <w:r w:rsidRPr="005636BC">
        <w:rPr>
          <w:rFonts w:hint="eastAsia"/>
          <w:szCs w:val="24"/>
        </w:rPr>
        <w:t>，后半程的速度为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0"/>
          <w:attr w:name="TCSC" w:val="0"/>
          <w:attr w:name="UnitName" w:val="m"/>
        </w:smartTagPr>
        <w:r w:rsidRPr="005636BC">
          <w:rPr>
            <w:szCs w:val="24"/>
          </w:rPr>
          <w:t>30m</w:t>
        </w:r>
      </w:smartTag>
      <w:r w:rsidRPr="005636BC">
        <w:rPr>
          <w:szCs w:val="24"/>
        </w:rPr>
        <w:t>/s</w:t>
      </w:r>
      <w:r w:rsidRPr="005636BC">
        <w:rPr>
          <w:rFonts w:hint="eastAsia"/>
          <w:szCs w:val="24"/>
        </w:rPr>
        <w:t>，则物体在整个运动过程中的平均速度为（　　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．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m"/>
        </w:smartTagPr>
        <w:r w:rsidRPr="005636BC">
          <w:rPr>
            <w:szCs w:val="24"/>
          </w:rPr>
          <w:t>10m</w:t>
        </w:r>
      </w:smartTag>
      <w:r w:rsidRPr="005636BC">
        <w:rPr>
          <w:szCs w:val="24"/>
        </w:rPr>
        <w:t>/s</w:t>
      </w:r>
      <w:r w:rsidRPr="005636BC">
        <w:rPr>
          <w:szCs w:val="24"/>
        </w:rPr>
        <w:tab/>
        <w:t>B</w:t>
      </w:r>
      <w:r w:rsidRPr="005636BC">
        <w:rPr>
          <w:rFonts w:hint="eastAsia"/>
          <w:szCs w:val="24"/>
        </w:rPr>
        <w:t>．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4"/>
          <w:attr w:name="TCSC" w:val="0"/>
          <w:attr w:name="UnitName" w:val="m"/>
        </w:smartTagPr>
        <w:r w:rsidRPr="005636BC">
          <w:rPr>
            <w:szCs w:val="24"/>
          </w:rPr>
          <w:t>24m</w:t>
        </w:r>
      </w:smartTag>
      <w:r w:rsidRPr="005636BC">
        <w:rPr>
          <w:szCs w:val="24"/>
        </w:rPr>
        <w:t>/s</w:t>
      </w:r>
      <w:r w:rsidRPr="005636BC">
        <w:rPr>
          <w:szCs w:val="24"/>
        </w:rPr>
        <w:tab/>
        <w:t>C</w:t>
      </w:r>
      <w:r w:rsidRPr="005636BC">
        <w:rPr>
          <w:rFonts w:hint="eastAsia"/>
          <w:szCs w:val="24"/>
        </w:rPr>
        <w:t>．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5"/>
          <w:attr w:name="TCSC" w:val="0"/>
          <w:attr w:name="UnitName" w:val="m"/>
        </w:smartTagPr>
        <w:r w:rsidRPr="005636BC">
          <w:rPr>
            <w:szCs w:val="24"/>
          </w:rPr>
          <w:t>25m</w:t>
        </w:r>
      </w:smartTag>
      <w:r w:rsidRPr="005636BC">
        <w:rPr>
          <w:szCs w:val="24"/>
        </w:rPr>
        <w:t>/s</w:t>
      </w:r>
      <w:r w:rsidRPr="005636BC">
        <w:rPr>
          <w:szCs w:val="24"/>
        </w:rPr>
        <w:tab/>
        <w:t>D</w:t>
      </w:r>
      <w:r w:rsidRPr="005636BC">
        <w:rPr>
          <w:rFonts w:hint="eastAsia"/>
          <w:szCs w:val="24"/>
        </w:rPr>
        <w:t>．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0"/>
          <w:attr w:name="TCSC" w:val="0"/>
          <w:attr w:name="UnitName" w:val="m"/>
        </w:smartTagPr>
        <w:r w:rsidRPr="005636BC">
          <w:rPr>
            <w:szCs w:val="24"/>
          </w:rPr>
          <w:t>50m</w:t>
        </w:r>
      </w:smartTag>
      <w:r w:rsidRPr="005636BC">
        <w:rPr>
          <w:szCs w:val="24"/>
        </w:rPr>
        <w:t>/s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7</w:t>
      </w:r>
      <w:r w:rsidRPr="005636BC">
        <w:rPr>
          <w:rFonts w:hint="eastAsia"/>
          <w:szCs w:val="24"/>
        </w:rPr>
        <w:t>．小明利用最小分度值为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mm"/>
        </w:smartTagPr>
        <w:r w:rsidRPr="005636BC">
          <w:rPr>
            <w:szCs w:val="24"/>
          </w:rPr>
          <w:t>1mm</w:t>
        </w:r>
      </w:smartTag>
      <w:r w:rsidRPr="005636BC">
        <w:rPr>
          <w:rFonts w:hint="eastAsia"/>
          <w:szCs w:val="24"/>
        </w:rPr>
        <w:t>的刻度尺测量一个物体的长度，四次测量的数据分别为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.35"/>
          <w:attr w:name="TCSC" w:val="0"/>
          <w:attr w:name="UnitName" w:val="cm"/>
        </w:smartTagPr>
        <w:r w:rsidRPr="005636BC">
          <w:rPr>
            <w:szCs w:val="24"/>
          </w:rPr>
          <w:t>2.35cm</w:t>
        </w:r>
      </w:smartTag>
      <w:r w:rsidRPr="005636BC">
        <w:rPr>
          <w:rFonts w:hint="eastAsia"/>
          <w:szCs w:val="24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.36"/>
          <w:attr w:name="TCSC" w:val="0"/>
          <w:attr w:name="UnitName" w:val="cm"/>
        </w:smartTagPr>
        <w:r w:rsidRPr="005636BC">
          <w:rPr>
            <w:szCs w:val="24"/>
          </w:rPr>
          <w:t>2.36cm</w:t>
        </w:r>
      </w:smartTag>
      <w:r w:rsidRPr="005636BC">
        <w:rPr>
          <w:rFonts w:hint="eastAsia"/>
          <w:szCs w:val="24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.63"/>
          <w:attr w:name="TCSC" w:val="0"/>
          <w:attr w:name="UnitName" w:val="cm"/>
        </w:smartTagPr>
        <w:r w:rsidRPr="005636BC">
          <w:rPr>
            <w:szCs w:val="24"/>
          </w:rPr>
          <w:t>2.63cm</w:t>
        </w:r>
      </w:smartTag>
      <w:r w:rsidRPr="005636BC">
        <w:rPr>
          <w:rFonts w:hint="eastAsia"/>
          <w:szCs w:val="24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.36"/>
          <w:attr w:name="TCSC" w:val="0"/>
          <w:attr w:name="UnitName" w:val="cm"/>
        </w:smartTagPr>
        <w:r w:rsidRPr="005636BC">
          <w:rPr>
            <w:szCs w:val="24"/>
          </w:rPr>
          <w:t>2.36cm</w:t>
        </w:r>
      </w:smartTag>
      <w:r w:rsidRPr="005636BC">
        <w:rPr>
          <w:rFonts w:hint="eastAsia"/>
          <w:szCs w:val="24"/>
        </w:rPr>
        <w:t>，则测量结果应记为（　　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．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.36"/>
          <w:attr w:name="TCSC" w:val="0"/>
          <w:attr w:name="UnitName" w:val="cm"/>
        </w:smartTagPr>
        <w:r w:rsidRPr="005636BC">
          <w:rPr>
            <w:szCs w:val="24"/>
          </w:rPr>
          <w:t>2.36cm</w:t>
        </w:r>
      </w:smartTag>
      <w:r w:rsidRPr="005636BC">
        <w:rPr>
          <w:szCs w:val="24"/>
        </w:rPr>
        <w:tab/>
        <w:t>B</w:t>
      </w:r>
      <w:r w:rsidRPr="005636BC">
        <w:rPr>
          <w:rFonts w:hint="eastAsia"/>
          <w:szCs w:val="24"/>
        </w:rPr>
        <w:t>．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.357"/>
          <w:attr w:name="TCSC" w:val="0"/>
          <w:attr w:name="UnitName" w:val="cm"/>
        </w:smartTagPr>
        <w:r w:rsidRPr="005636BC">
          <w:rPr>
            <w:szCs w:val="24"/>
          </w:rPr>
          <w:t>2.357 cm</w:t>
        </w:r>
      </w:smartTag>
      <w:r w:rsidRPr="005636BC">
        <w:rPr>
          <w:szCs w:val="24"/>
        </w:rPr>
        <w:tab/>
        <w:t>C</w:t>
      </w:r>
      <w:r w:rsidRPr="005636BC">
        <w:rPr>
          <w:rFonts w:hint="eastAsia"/>
          <w:szCs w:val="24"/>
        </w:rPr>
        <w:t>．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.35"/>
          <w:attr w:name="TCSC" w:val="0"/>
          <w:attr w:name="UnitName" w:val="cm"/>
        </w:smartTagPr>
        <w:r w:rsidRPr="005636BC">
          <w:rPr>
            <w:szCs w:val="24"/>
          </w:rPr>
          <w:t>2.35 cm</w:t>
        </w:r>
      </w:smartTag>
      <w:r w:rsidRPr="005636BC">
        <w:rPr>
          <w:szCs w:val="24"/>
        </w:rPr>
        <w:tab/>
        <w:t>D</w:t>
      </w:r>
      <w:r w:rsidRPr="005636BC">
        <w:rPr>
          <w:rFonts w:hint="eastAsia"/>
          <w:szCs w:val="24"/>
        </w:rPr>
        <w:t>．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.4"/>
          <w:attr w:name="TCSC" w:val="0"/>
          <w:attr w:name="UnitName" w:val="cm"/>
        </w:smartTagPr>
        <w:r w:rsidRPr="005636BC">
          <w:rPr>
            <w:szCs w:val="24"/>
          </w:rPr>
          <w:t>2.4 cm</w:t>
        </w:r>
      </w:smartTag>
    </w:p>
    <w:p w:rsidR="00BD288B" w:rsidRPr="005636BC" w:rsidP="005636BC">
      <w:pPr>
        <w:spacing w:line="360" w:lineRule="auto"/>
      </w:pPr>
      <w:r w:rsidRPr="005636BC">
        <w:rPr>
          <w:szCs w:val="24"/>
        </w:rPr>
        <w:t>8</w:t>
      </w:r>
      <w:r w:rsidRPr="005636BC">
        <w:rPr>
          <w:rFonts w:hint="eastAsia"/>
          <w:szCs w:val="24"/>
        </w:rPr>
        <w:t>．如图所示的四幅图中，不能产生声音的是（　　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．</w:t>
      </w:r>
      <w:r>
        <w:rPr>
          <w:szCs w:val="24"/>
        </w:rPr>
        <w:pict>
          <v:shape id="_x0000_i1029" type="#_x0000_t75" style="height:56.2pt;mso-position-horizontal-relative:char;mso-position-vertical-relative:line;width:98.2pt">
            <v:imagedata r:id="rId9" o:title="" cropbottom="920f" cropright="530f" chromakey="white" blacklevel="-6554f"/>
            <w10:wrap type="none"/>
            <w10:anchorlock/>
          </v:shape>
        </w:pict>
      </w:r>
      <w:r w:rsidRPr="005636BC">
        <w:rPr>
          <w:rFonts w:hint="eastAsia"/>
          <w:szCs w:val="24"/>
        </w:rPr>
        <w:t>敲击水瓶琴</w:t>
      </w:r>
      <w:r w:rsidRPr="005636BC">
        <w:rPr>
          <w:szCs w:val="24"/>
        </w:rPr>
        <w:tab/>
        <w:t xml:space="preserve">      B</w:t>
      </w:r>
      <w:r w:rsidRPr="005636BC">
        <w:rPr>
          <w:rFonts w:hint="eastAsia"/>
          <w:szCs w:val="24"/>
        </w:rPr>
        <w:t>．</w:t>
      </w:r>
      <w:r>
        <w:rPr>
          <w:szCs w:val="24"/>
        </w:rPr>
        <w:pict>
          <v:shape id="_x0000_i1030" type="#_x0000_t75" style="height:78.7pt;mso-position-horizontal-relative:char;mso-position-vertical-relative:line;width:49.45pt">
            <v:imagedata r:id="rId10" o:title="" cropbottom="659f" cropright="1043f" chromakey="white" blacklevel="-6554f"/>
            <w10:wrap type="none"/>
            <w10:anchorlock/>
          </v:shape>
        </w:pict>
      </w:r>
      <w:r w:rsidRPr="005636BC">
        <w:rPr>
          <w:rFonts w:hint="eastAsia"/>
          <w:szCs w:val="24"/>
        </w:rPr>
        <w:t>真空罩中响铃的闹钟</w:t>
      </w:r>
    </w:p>
    <w:p w:rsidR="00BD288B" w:rsidRPr="005636BC" w:rsidP="005636BC">
      <w:pPr>
        <w:spacing w:line="360" w:lineRule="auto"/>
      </w:pPr>
      <w:r>
        <w:rPr>
          <w:noProof/>
        </w:rPr>
        <w:pict>
          <v:shape id="图片 4" o:spid="_x0000_s1031" type="#_x0000_t75" style="height:66.75pt;margin-left:31.5pt;margin-top:18.2pt;position:absolute;visibility:visible;width:99pt;z-index:-251656192" wrapcoords="-164 0 -164 21357 21600 21357 21600 0 -164 0">
            <v:imagedata r:id="rId11" o:title="" chromakey="white" blacklevel="-6554f"/>
            <w10:wrap type="tight"/>
          </v:shape>
        </w:pict>
      </w:r>
      <w:r>
        <w:rPr>
          <w:noProof/>
        </w:rPr>
        <w:pict>
          <v:shape id="图片 5" o:spid="_x0000_s1032" type="#_x0000_t75" style="height:83.25pt;margin-left:223.85pt;margin-top:0;position:absolute;visibility:visible;width:100.5pt;z-index:-251657216" wrapcoords="-161 0 -161 21405 21600 21405 21600 0 -161 0">
            <v:imagedata r:id="rId12" o:title="" chromakey="white" blacklevel="-6554f"/>
            <w10:wrap type="tight"/>
          </v:shape>
        </w:pict>
      </w:r>
    </w:p>
    <w:p w:rsidR="00BD288B" w:rsidRPr="005636BC" w:rsidP="005636BC">
      <w:pPr>
        <w:spacing w:line="360" w:lineRule="auto"/>
      </w:pPr>
    </w:p>
    <w:p w:rsidR="00BD288B" w:rsidRPr="005636BC" w:rsidP="005636BC">
      <w:pPr>
        <w:spacing w:line="360" w:lineRule="auto"/>
        <w:rPr>
          <w:szCs w:val="24"/>
        </w:rPr>
      </w:pPr>
      <w:r w:rsidRPr="005636BC">
        <w:rPr>
          <w:szCs w:val="24"/>
        </w:rPr>
        <w:tab/>
      </w:r>
    </w:p>
    <w:p w:rsidR="00BD288B" w:rsidRPr="005636BC" w:rsidP="005636BC">
      <w:pPr>
        <w:spacing w:line="360" w:lineRule="auto"/>
        <w:ind w:firstLine="1200" w:firstLineChars="600"/>
        <w:rPr>
          <w:szCs w:val="24"/>
        </w:rPr>
      </w:pPr>
      <w:r w:rsidRPr="005636BC">
        <w:rPr>
          <w:szCs w:val="24"/>
        </w:rPr>
        <w:t xml:space="preserve">                                      </w:t>
      </w:r>
    </w:p>
    <w:p w:rsidR="00BD288B" w:rsidRPr="005636BC" w:rsidP="005636BC">
      <w:pPr>
        <w:spacing w:line="360" w:lineRule="auto"/>
        <w:rPr>
          <w:szCs w:val="24"/>
        </w:rPr>
      </w:pPr>
      <w:r w:rsidRPr="005636BC">
        <w:rPr>
          <w:szCs w:val="24"/>
        </w:rPr>
        <w:t>C</w:t>
      </w:r>
      <w:r w:rsidRPr="005636BC">
        <w:rPr>
          <w:rFonts w:hint="eastAsia"/>
          <w:szCs w:val="24"/>
        </w:rPr>
        <w:t>．关闭的立体声收音机</w:t>
      </w:r>
      <w:r w:rsidRPr="005636BC">
        <w:rPr>
          <w:szCs w:val="24"/>
        </w:rPr>
        <w:t xml:space="preserve">                D</w:t>
      </w:r>
      <w:r w:rsidRPr="005636BC">
        <w:rPr>
          <w:rFonts w:hint="eastAsia"/>
          <w:szCs w:val="24"/>
        </w:rPr>
        <w:t>．吹着的哨子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　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b/>
          <w:szCs w:val="24"/>
        </w:rPr>
        <w:t>二．填空题（共</w:t>
      </w:r>
      <w:r w:rsidRPr="005636BC">
        <w:rPr>
          <w:b/>
          <w:szCs w:val="24"/>
        </w:rPr>
        <w:t>9</w:t>
      </w:r>
      <w:r w:rsidRPr="005636BC">
        <w:rPr>
          <w:rFonts w:hint="eastAsia"/>
          <w:b/>
          <w:szCs w:val="24"/>
        </w:rPr>
        <w:t>小题，每空</w:t>
      </w:r>
      <w:r w:rsidRPr="005636BC">
        <w:rPr>
          <w:b/>
          <w:szCs w:val="24"/>
        </w:rPr>
        <w:t>1</w:t>
      </w:r>
      <w:r w:rsidRPr="005636BC">
        <w:rPr>
          <w:rFonts w:hint="eastAsia"/>
          <w:b/>
          <w:szCs w:val="24"/>
        </w:rPr>
        <w:t>分共</w:t>
      </w:r>
      <w:r w:rsidRPr="005636BC">
        <w:rPr>
          <w:b/>
          <w:szCs w:val="24"/>
        </w:rPr>
        <w:t>20</w:t>
      </w:r>
      <w:r w:rsidRPr="005636BC">
        <w:rPr>
          <w:rFonts w:hint="eastAsia"/>
          <w:b/>
          <w:szCs w:val="24"/>
        </w:rPr>
        <w:t>分）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9</w:t>
      </w:r>
      <w:r w:rsidRPr="005636BC">
        <w:rPr>
          <w:rFonts w:hint="eastAsia"/>
          <w:szCs w:val="24"/>
        </w:rPr>
        <w:t>．伟大的物理学家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，在前人的研究积累上，建立了著名的运动定律，奠定了经典物理学基础，</w:t>
      </w:r>
      <w:r w:rsidRPr="005636BC">
        <w:rPr>
          <w:szCs w:val="24"/>
        </w:rPr>
        <w:t>20</w:t>
      </w:r>
      <w:r w:rsidRPr="005636BC">
        <w:rPr>
          <w:rFonts w:hint="eastAsia"/>
          <w:szCs w:val="24"/>
        </w:rPr>
        <w:t>世纪杰出的物理学家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提出了相对论，从根本上冲击了经典物理学体系．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10</w:t>
      </w:r>
      <w:r w:rsidRPr="005636BC">
        <w:rPr>
          <w:rFonts w:hint="eastAsia"/>
          <w:szCs w:val="24"/>
        </w:rPr>
        <w:t>．学习物理学要学会科学探究．科学探究的过程是由提出问题、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、设计实验与制订计划、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、分析与论证及评估交流七个要素组成，对这七个要素应根据实际情况灵活运用，其中交流与合作是贯穿整个过程不可缺少的重要因素．</w:t>
      </w:r>
    </w:p>
    <w:p w:rsidR="00BD288B" w:rsidRPr="005636BC" w:rsidP="005636BC">
      <w:pPr>
        <w:spacing w:line="360" w:lineRule="auto"/>
        <w:rPr>
          <w:szCs w:val="24"/>
        </w:rPr>
      </w:pPr>
      <w:r>
        <w:rPr>
          <w:noProof/>
        </w:rPr>
        <w:pict>
          <v:shape id="图片 7" o:spid="_x0000_s1033" type="#_x0000_t75" style="height:74.25pt;margin-left:443.6pt;margin-top:242.45pt;mso-position-horizontal-relative:page;mso-position-vertical-relative:page;position:absolute;visibility:visible;width:108.75pt;z-index:-251654144" wrapcoords="-149 0 -149 21382 21600 21382 21600 0 -149 0">
            <v:imagedata r:id="rId13" o:title="" chromakey="white" blacklevel="-6554f"/>
            <w10:wrap type="tight"/>
          </v:shape>
        </w:pic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11</w:t>
      </w:r>
      <w:r w:rsidRPr="005636BC">
        <w:rPr>
          <w:rFonts w:hint="eastAsia"/>
          <w:szCs w:val="24"/>
        </w:rPr>
        <w:t>．我国古书《套买曜》上记载有：</w:t>
      </w:r>
      <w:r w:rsidRPr="005636BC">
        <w:rPr>
          <w:szCs w:val="24"/>
        </w:rPr>
        <w:t>“</w:t>
      </w:r>
      <w:r w:rsidRPr="005636BC">
        <w:rPr>
          <w:rFonts w:hint="eastAsia"/>
          <w:szCs w:val="24"/>
        </w:rPr>
        <w:t>人在舟中闭牖（门窗）而坐，舟行而人不觉</w:t>
      </w:r>
      <w:r w:rsidRPr="005636BC">
        <w:rPr>
          <w:szCs w:val="24"/>
        </w:rPr>
        <w:t>”</w:t>
      </w:r>
      <w:r w:rsidRPr="005636BC">
        <w:rPr>
          <w:rFonts w:hint="eastAsia"/>
          <w:szCs w:val="24"/>
        </w:rPr>
        <w:t>这是运动的相对性的生动描述，其中</w:t>
      </w:r>
      <w:r w:rsidRPr="005636BC">
        <w:rPr>
          <w:szCs w:val="24"/>
        </w:rPr>
        <w:t>“</w:t>
      </w:r>
      <w:r w:rsidRPr="005636BC">
        <w:rPr>
          <w:rFonts w:hint="eastAsia"/>
          <w:szCs w:val="24"/>
        </w:rPr>
        <w:t>舟行</w:t>
      </w:r>
      <w:r w:rsidRPr="005636BC">
        <w:rPr>
          <w:szCs w:val="24"/>
        </w:rPr>
        <w:t>”</w:t>
      </w:r>
      <w:r w:rsidRPr="005636BC">
        <w:rPr>
          <w:rFonts w:hint="eastAsia"/>
          <w:szCs w:val="24"/>
        </w:rPr>
        <w:t>是以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为参照物，</w:t>
      </w:r>
      <w:r w:rsidRPr="005636BC">
        <w:rPr>
          <w:szCs w:val="24"/>
        </w:rPr>
        <w:t>“</w:t>
      </w:r>
      <w:r w:rsidRPr="005636BC">
        <w:rPr>
          <w:rFonts w:hint="eastAsia"/>
          <w:szCs w:val="24"/>
        </w:rPr>
        <w:t>人不觉</w:t>
      </w:r>
      <w:r w:rsidRPr="005636BC">
        <w:rPr>
          <w:szCs w:val="24"/>
        </w:rPr>
        <w:t>”</w:t>
      </w:r>
      <w:r w:rsidRPr="005636BC">
        <w:rPr>
          <w:rFonts w:hint="eastAsia"/>
          <w:szCs w:val="24"/>
        </w:rPr>
        <w:t>是以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为参照物．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12</w:t>
      </w:r>
      <w:r w:rsidRPr="005636BC">
        <w:rPr>
          <w:rFonts w:hint="eastAsia"/>
          <w:szCs w:val="24"/>
        </w:rPr>
        <w:t>．单位换算：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1</w:t>
      </w:r>
      <w:r w:rsidRPr="005636BC">
        <w:rPr>
          <w:rFonts w:hint="eastAsia"/>
          <w:szCs w:val="24"/>
        </w:rPr>
        <w:t>）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0"/>
          <w:attr w:name="TCSC" w:val="0"/>
          <w:attr w:name="UnitName" w:val="m"/>
        </w:smartTagPr>
        <w:r w:rsidRPr="005636BC">
          <w:rPr>
            <w:szCs w:val="24"/>
          </w:rPr>
          <w:t>20m</w:t>
        </w:r>
      </w:smartTag>
      <w:r w:rsidRPr="005636BC">
        <w:rPr>
          <w:szCs w:val="24"/>
        </w:rPr>
        <w:t>/s=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km/h</w:t>
      </w:r>
      <w:r w:rsidRPr="005636BC">
        <w:rPr>
          <w:rFonts w:hint="eastAsia"/>
          <w:szCs w:val="24"/>
        </w:rPr>
        <w:t>；</w:t>
      </w:r>
      <w:r w:rsidRPr="005636BC">
        <w:rPr>
          <w:szCs w:val="24"/>
        </w:rPr>
        <w:t xml:space="preserve">    </w:t>
      </w: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）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7"/>
          <w:attr w:name="TCSC" w:val="0"/>
          <w:attr w:name="UnitName" w:val="mm"/>
        </w:smartTagPr>
        <w:r w:rsidRPr="005636BC">
          <w:rPr>
            <w:szCs w:val="24"/>
          </w:rPr>
          <w:t>27mm</w:t>
        </w:r>
      </w:smartTag>
      <w:r w:rsidRPr="005636BC">
        <w:rPr>
          <w:szCs w:val="24"/>
        </w:rPr>
        <w:t>=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μm</w:t>
      </w:r>
      <w:r w:rsidRPr="005636BC">
        <w:rPr>
          <w:rFonts w:hint="eastAsia"/>
          <w:szCs w:val="24"/>
        </w:rPr>
        <w:t>；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3</w:t>
      </w:r>
      <w:r w:rsidRPr="005636BC">
        <w:rPr>
          <w:rFonts w:hint="eastAsia"/>
          <w:szCs w:val="24"/>
        </w:rPr>
        <w:t>）</w:t>
      </w:r>
      <w:r w:rsidRPr="005636BC">
        <w:rPr>
          <w:szCs w:val="24"/>
        </w:rPr>
        <w:t>1h=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s</w:t>
      </w:r>
      <w:r w:rsidRPr="005636BC">
        <w:rPr>
          <w:rFonts w:hint="eastAsia"/>
          <w:szCs w:val="24"/>
        </w:rPr>
        <w:t>；</w:t>
      </w:r>
      <w:r w:rsidRPr="005636BC">
        <w:rPr>
          <w:szCs w:val="24"/>
        </w:rPr>
        <w:t xml:space="preserve">          </w:t>
      </w: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4</w:t>
      </w:r>
      <w:r w:rsidRPr="005636BC">
        <w:rPr>
          <w:rFonts w:hint="eastAsia"/>
          <w:szCs w:val="24"/>
        </w:rPr>
        <w:t>）</w:t>
      </w:r>
      <w:r w:rsidRPr="005636BC">
        <w:rPr>
          <w:szCs w:val="24"/>
        </w:rPr>
        <w:t>28nm=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m</w:t>
      </w:r>
      <w:r w:rsidRPr="005636BC">
        <w:rPr>
          <w:rFonts w:hint="eastAsia"/>
          <w:szCs w:val="24"/>
        </w:rPr>
        <w:t>．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13</w:t>
      </w:r>
      <w:r w:rsidRPr="005636BC">
        <w:rPr>
          <w:rFonts w:hint="eastAsia"/>
          <w:szCs w:val="24"/>
        </w:rPr>
        <w:t>．某同学测得自己每分钟脉动次数为</w:t>
      </w:r>
      <w:r w:rsidRPr="005636BC">
        <w:rPr>
          <w:szCs w:val="24"/>
        </w:rPr>
        <w:t>75</w:t>
      </w:r>
      <w:r w:rsidRPr="005636BC">
        <w:rPr>
          <w:rFonts w:hint="eastAsia"/>
          <w:szCs w:val="24"/>
        </w:rPr>
        <w:t>次，由此，他计算出自己每次脉动的时间是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秒，在回家乘电梯上楼时，他用脉搏作计时工具，测得从楼底到自己家楼层的脉动次数是</w:t>
      </w:r>
      <w:r w:rsidRPr="005636BC">
        <w:rPr>
          <w:szCs w:val="24"/>
        </w:rPr>
        <w:t>60</w:t>
      </w:r>
      <w:r w:rsidRPr="005636BC">
        <w:rPr>
          <w:rFonts w:hint="eastAsia"/>
          <w:szCs w:val="24"/>
        </w:rPr>
        <w:t>次，那么，该同学乘电梯所用时间大约为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秒．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14</w:t>
      </w:r>
      <w:r w:rsidRPr="005636BC">
        <w:rPr>
          <w:rFonts w:hint="eastAsia"/>
          <w:szCs w:val="24"/>
        </w:rPr>
        <w:t>．中国运动员苏炳添以</w:t>
      </w:r>
      <w:r w:rsidRPr="005636BC">
        <w:rPr>
          <w:szCs w:val="24"/>
        </w:rPr>
        <w:t>9.99s</w:t>
      </w:r>
      <w:r w:rsidRPr="005636BC">
        <w:rPr>
          <w:rFonts w:hint="eastAsia"/>
          <w:szCs w:val="24"/>
        </w:rPr>
        <w:t>的成绩成为第一个打破百米</w:t>
      </w:r>
      <w:r w:rsidRPr="005636BC">
        <w:rPr>
          <w:szCs w:val="24"/>
        </w:rPr>
        <w:t>10s</w:t>
      </w:r>
      <w:r w:rsidRPr="005636BC">
        <w:rPr>
          <w:rFonts w:hint="eastAsia"/>
          <w:szCs w:val="24"/>
        </w:rPr>
        <w:t>大关的黄种人．在比赛过程中．他做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（填</w:t>
      </w:r>
      <w:r w:rsidRPr="005636BC">
        <w:rPr>
          <w:szCs w:val="24"/>
        </w:rPr>
        <w:t>“</w:t>
      </w:r>
      <w:r w:rsidRPr="005636BC">
        <w:rPr>
          <w:rFonts w:hint="eastAsia"/>
          <w:szCs w:val="24"/>
        </w:rPr>
        <w:t>匀速</w:t>
      </w:r>
      <w:r w:rsidRPr="005636BC">
        <w:rPr>
          <w:szCs w:val="24"/>
        </w:rPr>
        <w:t>”</w:t>
      </w:r>
      <w:r w:rsidRPr="005636BC">
        <w:rPr>
          <w:rFonts w:hint="eastAsia"/>
          <w:szCs w:val="24"/>
        </w:rPr>
        <w:t>或</w:t>
      </w:r>
      <w:r w:rsidRPr="005636BC">
        <w:rPr>
          <w:szCs w:val="24"/>
        </w:rPr>
        <w:t>“</w:t>
      </w:r>
      <w:r w:rsidRPr="005636BC">
        <w:rPr>
          <w:rFonts w:hint="eastAsia"/>
          <w:szCs w:val="24"/>
        </w:rPr>
        <w:t>变速</w:t>
      </w:r>
      <w:r w:rsidRPr="005636BC">
        <w:rPr>
          <w:szCs w:val="24"/>
        </w:rPr>
        <w:t>”</w:t>
      </w:r>
      <w:r w:rsidRPr="005636BC">
        <w:rPr>
          <w:rFonts w:hint="eastAsia"/>
          <w:szCs w:val="24"/>
        </w:rPr>
        <w:t>）运动，他的百米平均速度约为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m/s</w:t>
      </w:r>
      <w:r w:rsidRPr="005636BC">
        <w:rPr>
          <w:rFonts w:hint="eastAsia"/>
          <w:szCs w:val="24"/>
        </w:rPr>
        <w:t>（保留整数）．</w:t>
      </w:r>
    </w:p>
    <w:p w:rsidR="00BD288B" w:rsidRPr="005636BC" w:rsidP="005636BC">
      <w:pPr>
        <w:spacing w:line="360" w:lineRule="auto"/>
      </w:pPr>
      <w:r>
        <w:rPr>
          <w:noProof/>
        </w:rPr>
        <w:pict>
          <v:shape id="图片 6" o:spid="_x0000_s1034" type="#_x0000_t75" style="height:105pt;margin-left:401.6pt;margin-top:702.65pt;mso-position-horizontal-relative:page;mso-position-vertical-relative:page;position:absolute;visibility:visible;width:119.25pt;z-index:-251655168" wrapcoords="-136 0 -136 21446 21600 21446 21600 0 -136 0">
            <v:imagedata r:id="rId14" o:title="" chromakey="white" gain="112993f" blacklevel="-6554f"/>
            <w10:wrap type="tight"/>
          </v:shape>
        </w:pict>
      </w:r>
      <w:r w:rsidRPr="005636BC">
        <w:rPr>
          <w:szCs w:val="24"/>
        </w:rPr>
        <w:t>15</w:t>
      </w:r>
      <w:r w:rsidRPr="005636BC">
        <w:rPr>
          <w:rFonts w:hint="eastAsia"/>
          <w:szCs w:val="24"/>
        </w:rPr>
        <w:t>．甲、乙两同学在平直的路面上同向进行，他们运动的</w:t>
      </w:r>
      <w:r w:rsidRPr="005636BC">
        <w:rPr>
          <w:szCs w:val="24"/>
        </w:rPr>
        <w:t>s</w:t>
      </w:r>
      <w:r w:rsidRPr="005636BC">
        <w:rPr>
          <w:rFonts w:hint="eastAsia"/>
          <w:szCs w:val="24"/>
        </w:rPr>
        <w:t>﹣</w:t>
      </w:r>
      <w:r w:rsidRPr="005636BC">
        <w:rPr>
          <w:szCs w:val="24"/>
        </w:rPr>
        <w:t>t</w:t>
      </w:r>
      <w:r w:rsidRPr="005636BC">
        <w:rPr>
          <w:rFonts w:hint="eastAsia"/>
          <w:szCs w:val="24"/>
        </w:rPr>
        <w:t>图象如图所示，由此可判断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同学运动较快，图中的</w:t>
      </w: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点表示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            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．</w:t>
      </w:r>
    </w:p>
    <w:p w:rsidR="00BD288B" w:rsidRPr="005636BC" w:rsidP="005636BC">
      <w:pPr>
        <w:spacing w:line="360" w:lineRule="auto"/>
      </w:pPr>
    </w:p>
    <w:p w:rsidR="00BD288B" w:rsidRPr="005636BC" w:rsidP="005636BC">
      <w:pPr>
        <w:spacing w:line="360" w:lineRule="auto"/>
      </w:pPr>
      <w:r w:rsidRPr="005636BC">
        <w:rPr>
          <w:szCs w:val="24"/>
        </w:rPr>
        <w:t>16</w:t>
      </w:r>
      <w:r w:rsidRPr="005636BC">
        <w:rPr>
          <w:rFonts w:hint="eastAsia"/>
          <w:szCs w:val="24"/>
        </w:rPr>
        <w:t>．小韩从家中出发去往学校，其中一段路程步行，一段路程骑自行车，路程与时间的关系图象如图所示．则小韩骑车的过程是图中的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段；小韩步行的平均速度为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m/s</w:t>
      </w:r>
      <w:r w:rsidRPr="005636BC">
        <w:rPr>
          <w:rFonts w:hint="eastAsia"/>
          <w:szCs w:val="24"/>
        </w:rPr>
        <w:t>．</w:t>
      </w:r>
    </w:p>
    <w:p w:rsidR="00BD288B" w:rsidRPr="005636BC" w:rsidP="005636BC">
      <w:pPr>
        <w:spacing w:line="360" w:lineRule="auto"/>
      </w:pPr>
    </w:p>
    <w:p w:rsidR="00BD288B" w:rsidRPr="005636BC" w:rsidP="005636BC">
      <w:pPr>
        <w:spacing w:line="360" w:lineRule="auto"/>
      </w:pPr>
      <w:r w:rsidRPr="005636BC">
        <w:rPr>
          <w:szCs w:val="24"/>
        </w:rPr>
        <w:t>17</w:t>
      </w:r>
      <w:r w:rsidRPr="005636BC">
        <w:rPr>
          <w:rFonts w:hint="eastAsia"/>
          <w:szCs w:val="24"/>
        </w:rPr>
        <w:t>．哈尔滨的端午节赛龙舟时，龙舟上发出的阵阵鼓声是由于鼓面的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产生的；鼓声通过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传到观众处．</w:t>
      </w:r>
    </w:p>
    <w:p w:rsidR="00BD288B" w:rsidRPr="005636BC" w:rsidP="005636BC">
      <w:pPr>
        <w:spacing w:line="360" w:lineRule="auto"/>
        <w:rPr>
          <w:b/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  <w:r w:rsidRPr="005636BC">
        <w:rPr>
          <w:rFonts w:hint="eastAsia"/>
          <w:b/>
          <w:szCs w:val="24"/>
        </w:rPr>
        <w:t>三．读数与实验探究题（共</w:t>
      </w:r>
      <w:r w:rsidRPr="005636BC">
        <w:rPr>
          <w:b/>
          <w:szCs w:val="24"/>
        </w:rPr>
        <w:t>4</w:t>
      </w:r>
      <w:r w:rsidRPr="005636BC">
        <w:rPr>
          <w:rFonts w:hint="eastAsia"/>
          <w:b/>
          <w:szCs w:val="24"/>
        </w:rPr>
        <w:t>小题）</w:t>
      </w:r>
    </w:p>
    <w:p w:rsidR="00BD288B" w:rsidRPr="005636BC" w:rsidP="005636BC">
      <w:pPr>
        <w:spacing w:line="360" w:lineRule="auto"/>
      </w:pPr>
      <w:r>
        <w:rPr>
          <w:noProof/>
        </w:rPr>
        <w:pict>
          <v:shape id="_x0000_s1035" type="#_x0000_t75" style="height:122.25pt;margin-left:262.5pt;margin-top:43.6pt;position:absolute;width:180.75pt;z-index:251665408">
            <v:imagedata r:id="rId15" r:href="rId16" o:title=""/>
            <w10:wrap type="square"/>
          </v:shape>
        </w:pict>
      </w:r>
      <w:r w:rsidRPr="005636BC">
        <w:rPr>
          <w:szCs w:val="24"/>
        </w:rPr>
        <w:t>18</w:t>
      </w:r>
      <w:r w:rsidRPr="005636BC">
        <w:rPr>
          <w:rFonts w:hint="eastAsia"/>
          <w:szCs w:val="24"/>
        </w:rPr>
        <w:t>．如图所示，用最小刻度不相同的刻度尺测量物体</w:t>
      </w: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的长度．图（</w:t>
      </w: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）中，物体</w:t>
      </w: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长度为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cm</w:t>
      </w:r>
      <w:r w:rsidRPr="005636BC">
        <w:rPr>
          <w:rFonts w:hint="eastAsia"/>
          <w:szCs w:val="24"/>
        </w:rPr>
        <w:t>．图（</w:t>
      </w:r>
      <w:r w:rsidRPr="005636BC">
        <w:rPr>
          <w:szCs w:val="24"/>
        </w:rPr>
        <w:t>b</w:t>
      </w:r>
      <w:r w:rsidRPr="005636BC">
        <w:rPr>
          <w:rFonts w:hint="eastAsia"/>
          <w:szCs w:val="24"/>
        </w:rPr>
        <w:t>）中，物体</w:t>
      </w: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长度为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cm</w:t>
      </w:r>
      <w:r w:rsidRPr="005636BC">
        <w:rPr>
          <w:rFonts w:hint="eastAsia"/>
          <w:szCs w:val="24"/>
        </w:rPr>
        <w:t>．</w:t>
      </w:r>
    </w:p>
    <w:p w:rsidR="00BD288B" w:rsidRPr="005636BC" w:rsidP="005636BC">
      <w:pPr>
        <w:rPr>
          <w:rFonts w:ascii="宋体" w:cs="宋体"/>
          <w:kern w:val="0"/>
          <w:sz w:val="24"/>
          <w:szCs w:val="24"/>
        </w:rPr>
      </w:pPr>
      <w:r>
        <w:pict>
          <v:shape id="_x0000_i1036" type="#_x0000_t75" style="height:47.95pt;mso-position-horizontal-relative:char;mso-position-vertical-relative:line;width:214.45pt">
            <v:imagedata r:id="rId17" o:title="" cropbottom="1075f" cropright="244f" chromakey="white" blacklevel="-6554f"/>
            <w10:wrap type="none"/>
            <w10:anchorlock/>
          </v:shape>
        </w:pict>
      </w:r>
    </w:p>
    <w:p w:rsidR="00BD288B" w:rsidRPr="005636BC" w:rsidP="005636BC">
      <w:pPr>
        <w:spacing w:line="360" w:lineRule="auto"/>
      </w:pP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）机械秒表的读数为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．</w:t>
      </w:r>
    </w:p>
    <w:p w:rsidR="00BD288B" w:rsidRPr="005636BC" w:rsidP="005636BC">
      <w:pPr>
        <w:spacing w:line="360" w:lineRule="auto"/>
        <w:jc w:val="left"/>
        <w:rPr>
          <w:rFonts w:eastAsia="Times New Roman"/>
        </w:rPr>
      </w:pPr>
      <w:r w:rsidRPr="005636BC">
        <w:rPr>
          <w:szCs w:val="24"/>
        </w:rPr>
        <w:t>19</w:t>
      </w:r>
      <w:r w:rsidRPr="005636BC">
        <w:rPr>
          <w:rFonts w:hint="eastAsia"/>
          <w:szCs w:val="24"/>
        </w:rPr>
        <w:t>．（</w:t>
      </w:r>
      <w:r w:rsidRPr="005636BC">
        <w:rPr>
          <w:szCs w:val="24"/>
        </w:rPr>
        <w:t>6</w:t>
      </w:r>
      <w:r w:rsidRPr="005636BC">
        <w:rPr>
          <w:rFonts w:hint="eastAsia"/>
          <w:szCs w:val="24"/>
        </w:rPr>
        <w:t>分）在课外实践活动中，用闪光照相机探究纸锥竖直下落的运动情况，照相机每隔</w:t>
      </w:r>
      <w:r w:rsidRPr="005636BC">
        <w:rPr>
          <w:szCs w:val="24"/>
        </w:rPr>
        <w:t>0.2s</w:t>
      </w:r>
      <w:r w:rsidRPr="005636BC">
        <w:rPr>
          <w:rFonts w:hint="eastAsia"/>
          <w:szCs w:val="24"/>
        </w:rPr>
        <w:t>曝光一次。</w:t>
      </w:r>
      <w:r>
        <w:rPr>
          <w:szCs w:val="24"/>
        </w:rPr>
        <w:pict>
          <v:shape id="_x0000_i1037" type="#_x0000_t75" style="height:139.45pt;mso-position-horizontal-relative:char;mso-position-vertical-relative:line;width:338.2pt">
            <v:imagedata r:id="rId18" o:title="" cropbottom="374f" cropright="155f" chromakey="white" blacklevel="-6554f"/>
            <w10:wrap type="none"/>
            <w10:anchorlock/>
          </v:shape>
        </w:pic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1</w:t>
      </w:r>
      <w:r w:rsidRPr="005636BC">
        <w:rPr>
          <w:rFonts w:hint="eastAsia"/>
          <w:szCs w:val="24"/>
        </w:rPr>
        <w:t>）小芳所在的兴趣小组拍下的照片如图</w:t>
      </w:r>
      <w:r w:rsidRPr="005636BC">
        <w:rPr>
          <w:szCs w:val="24"/>
        </w:rPr>
        <w:t>1</w:t>
      </w:r>
      <w:r w:rsidRPr="005636BC">
        <w:rPr>
          <w:rFonts w:hint="eastAsia"/>
          <w:szCs w:val="24"/>
        </w:rPr>
        <w:t>所示，由此可以判断纸锥下落的速度变化情况是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．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（选填</w:t>
      </w:r>
      <w:r w:rsidRPr="005636BC">
        <w:rPr>
          <w:szCs w:val="24"/>
        </w:rPr>
        <w:t>“</w:t>
      </w:r>
      <w:r w:rsidRPr="005636BC">
        <w:rPr>
          <w:rFonts w:hint="eastAsia"/>
          <w:szCs w:val="24"/>
        </w:rPr>
        <w:t>不变</w:t>
      </w:r>
      <w:r w:rsidRPr="005636BC">
        <w:rPr>
          <w:szCs w:val="24"/>
        </w:rPr>
        <w:t>”</w:t>
      </w:r>
      <w:r w:rsidRPr="005636BC">
        <w:rPr>
          <w:rFonts w:hint="eastAsia"/>
          <w:szCs w:val="24"/>
        </w:rPr>
        <w:t>、</w:t>
      </w:r>
      <w:r w:rsidRPr="005636BC">
        <w:rPr>
          <w:szCs w:val="24"/>
        </w:rPr>
        <w:t>“</w:t>
      </w:r>
      <w:r w:rsidRPr="005636BC">
        <w:rPr>
          <w:rFonts w:hint="eastAsia"/>
          <w:szCs w:val="24"/>
        </w:rPr>
        <w:t>先变大后不变</w:t>
      </w:r>
      <w:r w:rsidRPr="005636BC">
        <w:rPr>
          <w:szCs w:val="24"/>
        </w:rPr>
        <w:t>”</w:t>
      </w:r>
      <w:r w:rsidRPr="005636BC">
        <w:rPr>
          <w:rFonts w:hint="eastAsia"/>
          <w:szCs w:val="24"/>
        </w:rPr>
        <w:t>或</w:t>
      </w:r>
      <w:r w:rsidRPr="005636BC">
        <w:rPr>
          <w:szCs w:val="24"/>
        </w:rPr>
        <w:t>“</w:t>
      </w:r>
      <w:r w:rsidRPr="005636BC">
        <w:rPr>
          <w:rFonts w:hint="eastAsia"/>
          <w:szCs w:val="24"/>
        </w:rPr>
        <w:t>一直变大</w:t>
      </w:r>
      <w:r w:rsidRPr="005636BC">
        <w:rPr>
          <w:szCs w:val="24"/>
        </w:rPr>
        <w:t>”</w:t>
      </w:r>
      <w:r w:rsidRPr="005636BC">
        <w:rPr>
          <w:rFonts w:hint="eastAsia"/>
          <w:szCs w:val="24"/>
        </w:rPr>
        <w:t>）．若测得纸锥在</w:t>
      </w: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、</w:t>
      </w:r>
      <w:r w:rsidRPr="005636BC">
        <w:rPr>
          <w:szCs w:val="24"/>
        </w:rPr>
        <w:t>C</w:t>
      </w:r>
      <w:r w:rsidRPr="005636BC">
        <w:rPr>
          <w:rFonts w:hint="eastAsia"/>
          <w:szCs w:val="24"/>
        </w:rPr>
        <w:t>两位置间的实际距离为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.4"/>
          <w:attr w:name="TCSC" w:val="0"/>
          <w:attr w:name="UnitName" w:val="cm"/>
        </w:smartTagPr>
        <w:r w:rsidRPr="005636BC">
          <w:rPr>
            <w:szCs w:val="24"/>
          </w:rPr>
          <w:t>6.40cm</w:t>
        </w:r>
      </w:smartTag>
      <w:r w:rsidRPr="005636BC">
        <w:rPr>
          <w:rFonts w:hint="eastAsia"/>
          <w:szCs w:val="24"/>
        </w:rPr>
        <w:t>，则</w:t>
      </w:r>
      <w:r w:rsidRPr="005636BC">
        <w:rPr>
          <w:szCs w:val="24"/>
        </w:rPr>
        <w:t>AC</w:t>
      </w:r>
      <w:r w:rsidRPr="005636BC">
        <w:rPr>
          <w:rFonts w:hint="eastAsia"/>
          <w:szCs w:val="24"/>
        </w:rPr>
        <w:t>过程中，纸锥的速度为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m/s</w:t>
      </w:r>
      <w:r w:rsidRPr="005636BC">
        <w:rPr>
          <w:rFonts w:hint="eastAsia"/>
          <w:szCs w:val="24"/>
        </w:rPr>
        <w:t>．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）如图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所示，四个速度随时间的关系图象，能反映出该纸锥下落运动的是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．在如图所示的斜面上测量小车运动的平均速度．让小车从斜面的</w:t>
      </w:r>
      <w:r w:rsidRPr="005636BC">
        <w:rPr>
          <w:szCs w:val="24"/>
        </w:rPr>
        <w:t>A</w:t>
      </w:r>
      <w:r w:rsidRPr="005636BC">
        <w:rPr>
          <w:rFonts w:hint="eastAsia"/>
          <w:szCs w:val="24"/>
        </w:rPr>
        <w:t>点由静止开始下滑，分别测出小车到达</w:t>
      </w:r>
      <w:r w:rsidRPr="005636BC">
        <w:rPr>
          <w:szCs w:val="24"/>
        </w:rPr>
        <w:t>B</w:t>
      </w:r>
      <w:r w:rsidRPr="005636BC">
        <w:rPr>
          <w:rFonts w:hint="eastAsia"/>
          <w:szCs w:val="24"/>
        </w:rPr>
        <w:t>点和</w:t>
      </w:r>
      <w:r w:rsidRPr="005636BC">
        <w:rPr>
          <w:szCs w:val="24"/>
        </w:rPr>
        <w:t>C</w:t>
      </w:r>
      <w:r w:rsidRPr="005636BC">
        <w:rPr>
          <w:rFonts w:hint="eastAsia"/>
          <w:szCs w:val="24"/>
        </w:rPr>
        <w:t>点的时间，即可测出不同阶段的平均速度．</w:t>
      </w:r>
    </w:p>
    <w:p w:rsidR="00BD288B" w:rsidRPr="005636BC" w:rsidP="005636BC">
      <w:pPr>
        <w:spacing w:line="360" w:lineRule="auto"/>
        <w:rPr>
          <w:rFonts w:eastAsia="Times New Roman"/>
        </w:rPr>
      </w:pPr>
      <w:r>
        <w:pict>
          <v:shape id="_x0000_i1038" type="#_x0000_t75" style="height:96.7pt;mso-position-horizontal-relative:char;mso-position-vertical-relative:line;width:401.2pt">
            <v:imagedata r:id="rId19" o:title="" cropbottom="538f" cropright="130f" chromakey="white" blacklevel="-6554f"/>
            <w10:wrap type="none"/>
            <w10:anchorlock/>
          </v:shape>
        </w:pict>
      </w:r>
    </w:p>
    <w:p w:rsidR="00BD288B" w:rsidRPr="005636BC" w:rsidP="005636BC">
      <w:pPr>
        <w:spacing w:line="360" w:lineRule="auto"/>
      </w:pPr>
      <w:r w:rsidRPr="005636BC">
        <w:rPr>
          <w:rFonts w:ascii="宋体" w:hAnsi="宋体" w:hint="eastAsia"/>
          <w:szCs w:val="24"/>
        </w:rPr>
        <w:t>①本实验的实验原理是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  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；</w:t>
      </w:r>
    </w:p>
    <w:p w:rsidR="00BD288B" w:rsidRPr="005636BC" w:rsidP="005636BC">
      <w:pPr>
        <w:spacing w:line="360" w:lineRule="auto"/>
        <w:ind w:left="31680" w:hanging="4400" w:hangingChars="2200"/>
        <w:rPr>
          <w:szCs w:val="24"/>
        </w:rPr>
      </w:pPr>
      <w:r w:rsidRPr="005636BC">
        <w:rPr>
          <w:rFonts w:ascii="宋体" w:hAnsi="宋体" w:hint="eastAsia"/>
          <w:szCs w:val="24"/>
        </w:rPr>
        <w:t>②</w:t>
      </w:r>
      <w:r w:rsidRPr="005636BC">
        <w:rPr>
          <w:rFonts w:hint="eastAsia"/>
          <w:szCs w:val="24"/>
        </w:rPr>
        <w:t>小组同学们讨论后认为实验时斜面的倾斜度不宜太大，你认为这样做的理由</w:t>
      </w:r>
    </w:p>
    <w:p w:rsidR="00BD288B" w:rsidRPr="005636BC" w:rsidP="005636BC">
      <w:pPr>
        <w:spacing w:line="360" w:lineRule="auto"/>
        <w:ind w:left="31680" w:hanging="4400" w:hangingChars="2200"/>
        <w:rPr>
          <w:szCs w:val="24"/>
          <w:u w:val="single"/>
        </w:rPr>
      </w:pPr>
      <w:r w:rsidRPr="005636BC">
        <w:rPr>
          <w:szCs w:val="24"/>
          <w:u w:val="single"/>
        </w:rPr>
        <w:t xml:space="preserve">                                                </w:t>
      </w:r>
      <w:r w:rsidRPr="005636BC">
        <w:rPr>
          <w:rFonts w:hint="eastAsia"/>
          <w:szCs w:val="24"/>
        </w:rPr>
        <w:t>（合理即可）。</w:t>
      </w:r>
    </w:p>
    <w:p w:rsidR="00BD288B" w:rsidRPr="005636BC" w:rsidP="005636BC">
      <w:pPr>
        <w:spacing w:line="360" w:lineRule="auto"/>
      </w:pPr>
      <w:r w:rsidRPr="005636BC">
        <w:rPr>
          <w:rFonts w:ascii="宋体" w:hAnsi="宋体" w:hint="eastAsia"/>
          <w:szCs w:val="24"/>
        </w:rPr>
        <w:t>③</w:t>
      </w:r>
      <w:r w:rsidRPr="005636BC">
        <w:rPr>
          <w:rFonts w:hint="eastAsia"/>
          <w:szCs w:val="24"/>
        </w:rPr>
        <w:t>图中</w:t>
      </w:r>
      <w:r w:rsidRPr="005636BC">
        <w:rPr>
          <w:szCs w:val="24"/>
        </w:rPr>
        <w:t>AB</w:t>
      </w:r>
      <w:r w:rsidRPr="005636BC">
        <w:rPr>
          <w:rFonts w:hint="eastAsia"/>
          <w:szCs w:val="24"/>
        </w:rPr>
        <w:t>段的路程</w:t>
      </w:r>
      <w:r w:rsidRPr="005636BC">
        <w:rPr>
          <w:szCs w:val="24"/>
        </w:rPr>
        <w:t>s</w:t>
      </w:r>
      <w:r w:rsidRPr="005636BC">
        <w:rPr>
          <w:szCs w:val="24"/>
          <w:vertAlign w:val="subscript"/>
        </w:rPr>
        <w:t>AB</w:t>
      </w:r>
      <w:r w:rsidRPr="005636BC">
        <w:rPr>
          <w:szCs w:val="24"/>
        </w:rPr>
        <w:t>=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cm</w:t>
      </w:r>
      <w:r w:rsidRPr="005636BC">
        <w:rPr>
          <w:rFonts w:hint="eastAsia"/>
          <w:szCs w:val="24"/>
        </w:rPr>
        <w:t>，如果测得时问</w:t>
      </w:r>
      <w:r w:rsidRPr="005636BC">
        <w:rPr>
          <w:szCs w:val="24"/>
        </w:rPr>
        <w:t>t</w:t>
      </w:r>
      <w:r w:rsidRPr="005636BC">
        <w:rPr>
          <w:szCs w:val="24"/>
          <w:vertAlign w:val="subscript"/>
        </w:rPr>
        <w:t>AB</w:t>
      </w:r>
      <w:r w:rsidRPr="005636BC">
        <w:rPr>
          <w:szCs w:val="24"/>
        </w:rPr>
        <w:t>=1.6s</w:t>
      </w:r>
      <w:r w:rsidRPr="005636BC">
        <w:rPr>
          <w:rFonts w:hint="eastAsia"/>
          <w:szCs w:val="24"/>
        </w:rPr>
        <w:t>．则</w:t>
      </w:r>
      <w:r w:rsidRPr="005636BC">
        <w:rPr>
          <w:szCs w:val="24"/>
        </w:rPr>
        <w:t>AB</w:t>
      </w:r>
      <w:r w:rsidRPr="005636BC">
        <w:rPr>
          <w:rFonts w:hint="eastAsia"/>
          <w:szCs w:val="24"/>
        </w:rPr>
        <w:t>段的平均速度</w:t>
      </w:r>
      <w:r w:rsidRPr="005636BC">
        <w:rPr>
          <w:szCs w:val="24"/>
        </w:rPr>
        <w:t>v</w:t>
      </w:r>
      <w:r w:rsidRPr="005636BC">
        <w:rPr>
          <w:szCs w:val="24"/>
          <w:vertAlign w:val="subscript"/>
        </w:rPr>
        <w:t>AB</w:t>
      </w:r>
      <w:r w:rsidRPr="005636BC">
        <w:rPr>
          <w:szCs w:val="24"/>
        </w:rPr>
        <w:t>=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</w:rPr>
        <w:t>cm/s</w:t>
      </w:r>
      <w:r w:rsidRPr="005636BC">
        <w:rPr>
          <w:rFonts w:hint="eastAsia"/>
          <w:szCs w:val="24"/>
        </w:rPr>
        <w:t>。</w:t>
      </w:r>
    </w:p>
    <w:p w:rsidR="00BD288B" w:rsidRPr="005636BC" w:rsidP="005636BC">
      <w:pPr>
        <w:spacing w:line="360" w:lineRule="auto"/>
      </w:pPr>
      <w:r w:rsidRPr="005636BC">
        <w:rPr>
          <w:rFonts w:ascii="宋体" w:hAnsi="宋体" w:hint="eastAsia"/>
          <w:szCs w:val="24"/>
        </w:rPr>
        <w:t>④</w:t>
      </w:r>
      <w:r w:rsidRPr="005636BC">
        <w:rPr>
          <w:rFonts w:hint="eastAsia"/>
          <w:szCs w:val="24"/>
        </w:rPr>
        <w:t>在测量小车到达</w:t>
      </w:r>
      <w:r w:rsidRPr="005636BC">
        <w:rPr>
          <w:szCs w:val="24"/>
        </w:rPr>
        <w:t>B</w:t>
      </w:r>
      <w:r w:rsidRPr="005636BC">
        <w:rPr>
          <w:rFonts w:hint="eastAsia"/>
          <w:szCs w:val="24"/>
        </w:rPr>
        <w:t>点的时间时，如果小车过了</w:t>
      </w:r>
      <w:r w:rsidRPr="005636BC">
        <w:rPr>
          <w:szCs w:val="24"/>
        </w:rPr>
        <w:t>B</w:t>
      </w:r>
      <w:r w:rsidRPr="005636BC">
        <w:rPr>
          <w:rFonts w:hint="eastAsia"/>
          <w:szCs w:val="24"/>
        </w:rPr>
        <w:t>点才停止计时，测得</w:t>
      </w:r>
      <w:r w:rsidRPr="005636BC">
        <w:rPr>
          <w:szCs w:val="24"/>
        </w:rPr>
        <w:t>AB</w:t>
      </w:r>
      <w:r w:rsidRPr="005636BC">
        <w:rPr>
          <w:rFonts w:hint="eastAsia"/>
          <w:szCs w:val="24"/>
        </w:rPr>
        <w:t>段的平均速度</w:t>
      </w:r>
      <w:r w:rsidRPr="005636BC">
        <w:rPr>
          <w:szCs w:val="24"/>
        </w:rPr>
        <w:t>v</w:t>
      </w:r>
      <w:r w:rsidRPr="005636BC">
        <w:rPr>
          <w:szCs w:val="24"/>
          <w:vertAlign w:val="subscript"/>
        </w:rPr>
        <w:t>AB</w:t>
      </w:r>
      <w:r w:rsidRPr="005636BC">
        <w:rPr>
          <w:rFonts w:hint="eastAsia"/>
          <w:szCs w:val="24"/>
        </w:rPr>
        <w:t>会偏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。</w:t>
      </w: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</w:pPr>
      <w:r w:rsidRPr="005636BC">
        <w:rPr>
          <w:szCs w:val="24"/>
        </w:rPr>
        <w:t>21</w:t>
      </w:r>
      <w:r w:rsidRPr="005636BC">
        <w:rPr>
          <w:rFonts w:hint="eastAsia"/>
          <w:szCs w:val="24"/>
        </w:rPr>
        <w:t>．甲图中，敲一下音叉，小球被弹开，说明了声音是由于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产生的，其中小球起到的作用是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           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。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）乙图敲响右边的音叉，左边完全相同的音叉也会发出声音，说明了声音可以在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传播，也能说明声音可以传递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szCs w:val="24"/>
          <w:u w:val="single"/>
        </w:rPr>
        <w:t xml:space="preserve">         </w:t>
      </w:r>
      <w:r w:rsidRPr="005636BC">
        <w:rPr>
          <w:rFonts w:hint="eastAsia"/>
          <w:szCs w:val="24"/>
          <w:u w:val="single"/>
        </w:rPr>
        <w:t>　</w:t>
      </w:r>
      <w:r w:rsidRPr="005636BC">
        <w:rPr>
          <w:rFonts w:hint="eastAsia"/>
          <w:szCs w:val="24"/>
        </w:rPr>
        <w:t>。</w:t>
      </w:r>
    </w:p>
    <w:p w:rsidR="00BD288B" w:rsidRPr="005636BC" w:rsidP="005636BC">
      <w:pPr>
        <w:spacing w:line="360" w:lineRule="auto"/>
        <w:rPr>
          <w:rFonts w:eastAsia="Times New Roman"/>
        </w:rPr>
      </w:pPr>
      <w:r>
        <w:pict>
          <v:shape id="_x0000_i1039" type="#_x0000_t75" style="height:107.2pt;mso-position-horizontal-relative:char;mso-position-vertical-relative:line;width:217.45pt">
            <v:imagedata r:id="rId20" o:title="" cropbottom="485f" cropright="240f" chromakey="white" blacklevel="-6554f"/>
            <w10:wrap type="none"/>
            <w10:anchorlock/>
          </v:shape>
        </w:pic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　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b/>
          <w:szCs w:val="24"/>
        </w:rPr>
        <w:t>四．计算题（共</w:t>
      </w:r>
      <w:r w:rsidRPr="005636BC">
        <w:rPr>
          <w:b/>
          <w:szCs w:val="24"/>
        </w:rPr>
        <w:t>3</w:t>
      </w:r>
      <w:r w:rsidRPr="005636BC">
        <w:rPr>
          <w:rFonts w:hint="eastAsia"/>
          <w:b/>
          <w:szCs w:val="24"/>
        </w:rPr>
        <w:t>小题）</w:t>
      </w:r>
    </w:p>
    <w:p w:rsidR="00BD288B" w:rsidRPr="005636BC" w:rsidP="005636BC">
      <w:pPr>
        <w:spacing w:line="360" w:lineRule="auto"/>
      </w:pPr>
      <w:r w:rsidRPr="005636BC">
        <w:rPr>
          <w:szCs w:val="24"/>
        </w:rPr>
        <w:t>22</w:t>
      </w:r>
      <w:r w:rsidRPr="005636BC">
        <w:rPr>
          <w:rFonts w:hint="eastAsia"/>
          <w:szCs w:val="24"/>
        </w:rPr>
        <w:t>．甲乙两地的距离是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900"/>
          <w:attr w:name="TCSC" w:val="0"/>
          <w:attr w:name="UnitName" w:val="km"/>
        </w:smartTagPr>
        <w:r w:rsidRPr="005636BC">
          <w:rPr>
            <w:szCs w:val="24"/>
          </w:rPr>
          <w:t>900km</w:t>
        </w:r>
      </w:smartTag>
      <w:r w:rsidRPr="005636BC">
        <w:rPr>
          <w:rFonts w:hint="eastAsia"/>
          <w:szCs w:val="24"/>
        </w:rPr>
        <w:t>，一列火车从甲地早上</w:t>
      </w:r>
      <w:r w:rsidRPr="005636BC">
        <w:rPr>
          <w:szCs w:val="24"/>
        </w:rPr>
        <w:t>7</w:t>
      </w:r>
      <w:r w:rsidRPr="005636BC">
        <w:rPr>
          <w:rFonts w:hint="eastAsia"/>
          <w:szCs w:val="24"/>
        </w:rPr>
        <w:t>：</w:t>
      </w:r>
      <w:r w:rsidRPr="005636BC">
        <w:rPr>
          <w:szCs w:val="24"/>
        </w:rPr>
        <w:t>30</w:t>
      </w:r>
      <w:r w:rsidRPr="005636BC">
        <w:rPr>
          <w:rFonts w:hint="eastAsia"/>
          <w:szCs w:val="24"/>
        </w:rPr>
        <w:t>出发开往乙地，途中停靠了几个车站，在当日</w:t>
      </w:r>
      <w:r w:rsidRPr="005636BC">
        <w:rPr>
          <w:szCs w:val="24"/>
        </w:rPr>
        <w:t>16</w:t>
      </w:r>
      <w:r w:rsidRPr="005636BC">
        <w:rPr>
          <w:rFonts w:hint="eastAsia"/>
          <w:szCs w:val="24"/>
        </w:rPr>
        <w:t>：</w:t>
      </w:r>
      <w:r w:rsidRPr="005636BC">
        <w:rPr>
          <w:szCs w:val="24"/>
        </w:rPr>
        <w:t>30</w:t>
      </w:r>
      <w:r w:rsidRPr="005636BC">
        <w:rPr>
          <w:rFonts w:hint="eastAsia"/>
          <w:szCs w:val="24"/>
        </w:rPr>
        <w:t>到达乙地．列车行驶途中以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44"/>
          <w:attr w:name="TCSC" w:val="0"/>
          <w:attr w:name="UnitName" w:val="km/h"/>
        </w:smartTagPr>
        <w:r w:rsidRPr="005636BC">
          <w:rPr>
            <w:szCs w:val="24"/>
          </w:rPr>
          <w:t>144km/h</w:t>
        </w:r>
      </w:smartTag>
      <w:r w:rsidRPr="005636BC">
        <w:rPr>
          <w:rFonts w:hint="eastAsia"/>
          <w:szCs w:val="24"/>
        </w:rPr>
        <w:t>的速度匀速通过长度为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200"/>
          <w:attr w:name="TCSC" w:val="0"/>
          <w:attr w:name="UnitName" w:val="m"/>
        </w:smartTagPr>
        <w:r w:rsidRPr="005636BC">
          <w:rPr>
            <w:szCs w:val="24"/>
          </w:rPr>
          <w:t>1200m</w:t>
        </w:r>
      </w:smartTag>
      <w:r w:rsidRPr="005636BC">
        <w:rPr>
          <w:rFonts w:hint="eastAsia"/>
          <w:szCs w:val="24"/>
        </w:rPr>
        <w:t>的桥梁，列车全部通过桥梁的时间是</w:t>
      </w:r>
      <w:r w:rsidRPr="005636BC">
        <w:rPr>
          <w:szCs w:val="24"/>
        </w:rPr>
        <w:t>40s</w:t>
      </w:r>
      <w:r w:rsidRPr="005636BC">
        <w:rPr>
          <w:rFonts w:hint="eastAsia"/>
          <w:szCs w:val="24"/>
        </w:rPr>
        <w:t>．求：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1</w:t>
      </w:r>
      <w:r w:rsidRPr="005636BC">
        <w:rPr>
          <w:rFonts w:hint="eastAsia"/>
          <w:szCs w:val="24"/>
        </w:rPr>
        <w:t>）火车从甲地开往乙地的平均速度是多少千米每小时？</w:t>
      </w:r>
    </w:p>
    <w:p w:rsidR="00BD288B" w:rsidRPr="005636BC" w:rsidP="005636BC">
      <w:pPr>
        <w:spacing w:line="360" w:lineRule="auto"/>
        <w:rPr>
          <w:szCs w:val="24"/>
        </w:rPr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）火车的长度是多少米？</w:t>
      </w:r>
    </w:p>
    <w:p w:rsidR="00BD288B" w:rsidRPr="005636BC" w:rsidP="005636BC">
      <w:pPr>
        <w:spacing w:line="360" w:lineRule="auto"/>
        <w:rPr>
          <w:szCs w:val="24"/>
        </w:rPr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3</w:t>
      </w:r>
      <w:r w:rsidRPr="005636BC">
        <w:rPr>
          <w:rFonts w:hint="eastAsia"/>
          <w:szCs w:val="24"/>
        </w:rPr>
        <w:t>）火车全部在桥上的时间是多少秒？</w:t>
      </w: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</w:pPr>
      <w:r w:rsidRPr="005636BC">
        <w:rPr>
          <w:szCs w:val="24"/>
        </w:rPr>
        <w:t>23</w:t>
      </w:r>
      <w:r w:rsidRPr="005636BC">
        <w:rPr>
          <w:rFonts w:hint="eastAsia"/>
          <w:szCs w:val="24"/>
        </w:rPr>
        <w:t>．小明家离学校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km"/>
        </w:smartTagPr>
        <w:r w:rsidRPr="005636BC">
          <w:rPr>
            <w:szCs w:val="24"/>
          </w:rPr>
          <w:t>2km</w:t>
        </w:r>
      </w:smartTag>
      <w:r w:rsidRPr="005636BC">
        <w:rPr>
          <w:rFonts w:hint="eastAsia"/>
          <w:szCs w:val="24"/>
        </w:rPr>
        <w:t>，他以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.2"/>
          <w:attr w:name="TCSC" w:val="0"/>
          <w:attr w:name="UnitName" w:val="m"/>
        </w:smartTagPr>
        <w:r w:rsidRPr="005636BC">
          <w:rPr>
            <w:szCs w:val="24"/>
          </w:rPr>
          <w:t>1.2m</w:t>
        </w:r>
      </w:smartTag>
      <w:r w:rsidRPr="005636BC">
        <w:rPr>
          <w:szCs w:val="24"/>
        </w:rPr>
        <w:t>/s</w:t>
      </w:r>
      <w:r w:rsidRPr="005636BC">
        <w:rPr>
          <w:rFonts w:hint="eastAsia"/>
          <w:szCs w:val="24"/>
        </w:rPr>
        <w:t>的速度步行上学，出发</w:t>
      </w:r>
      <w:r w:rsidRPr="005636BC">
        <w:rPr>
          <w:szCs w:val="24"/>
        </w:rPr>
        <w:t>10</w:t>
      </w:r>
      <w:r w:rsidRPr="005636BC">
        <w:rPr>
          <w:rFonts w:hint="eastAsia"/>
          <w:szCs w:val="24"/>
        </w:rPr>
        <w:t>分钟后小明父亲发现小明的教科书忘记带上，立即以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8"/>
          <w:attr w:name="TCSC" w:val="0"/>
          <w:attr w:name="UnitName" w:val="km/h"/>
        </w:smartTagPr>
        <w:r w:rsidRPr="005636BC">
          <w:rPr>
            <w:szCs w:val="24"/>
          </w:rPr>
          <w:t>18km/h</w:t>
        </w:r>
      </w:smartTag>
      <w:r w:rsidRPr="005636BC">
        <w:rPr>
          <w:rFonts w:hint="eastAsia"/>
          <w:szCs w:val="24"/>
        </w:rPr>
        <w:t>的速度沿小明上学的方向骑车去追小明；求：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1</w:t>
      </w:r>
      <w:r w:rsidRPr="005636BC">
        <w:rPr>
          <w:rFonts w:hint="eastAsia"/>
          <w:szCs w:val="24"/>
        </w:rPr>
        <w:t>）小明父亲经多少分钟能追上小明？</w:t>
      </w:r>
    </w:p>
    <w:p w:rsidR="00BD288B" w:rsidRPr="005636BC" w:rsidP="005636BC">
      <w:pPr>
        <w:spacing w:line="360" w:lineRule="auto"/>
      </w:pPr>
      <w:r w:rsidRPr="005636BC">
        <w:rPr>
          <w:rFonts w:hint="eastAsia"/>
          <w:szCs w:val="24"/>
        </w:rPr>
        <w:t>（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）如果小明父亲发现小明忘记带教科书的同时，小明也发现自己的教科书忘记带上并立即掉头返回，问小明与父亲在途中相遇时离学校多少千米（小数点后保留</w:t>
      </w:r>
      <w:r w:rsidRPr="005636BC">
        <w:rPr>
          <w:szCs w:val="24"/>
        </w:rPr>
        <w:t>2</w:t>
      </w:r>
      <w:r w:rsidRPr="005636BC">
        <w:rPr>
          <w:rFonts w:hint="eastAsia"/>
          <w:szCs w:val="24"/>
        </w:rPr>
        <w:t>位有效数字）？</w:t>
      </w: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  <w:rPr>
          <w:szCs w:val="24"/>
        </w:rPr>
      </w:pPr>
    </w:p>
    <w:p w:rsidR="00BD288B" w:rsidRPr="005636BC" w:rsidP="005636BC">
      <w:pPr>
        <w:spacing w:line="360" w:lineRule="auto"/>
      </w:pPr>
      <w:r w:rsidRPr="005636BC">
        <w:rPr>
          <w:szCs w:val="24"/>
        </w:rPr>
        <w:t>24</w:t>
      </w:r>
      <w:r w:rsidRPr="005636BC">
        <w:rPr>
          <w:rFonts w:hint="eastAsia"/>
          <w:szCs w:val="24"/>
        </w:rPr>
        <w:t>．一只船在海上行驶，船上发出一鸣笛声，旅客在</w:t>
      </w:r>
      <w:r w:rsidRPr="005636BC">
        <w:rPr>
          <w:szCs w:val="24"/>
        </w:rPr>
        <w:t>4s</w:t>
      </w:r>
      <w:r w:rsidRPr="005636BC">
        <w:rPr>
          <w:rFonts w:hint="eastAsia"/>
          <w:szCs w:val="24"/>
        </w:rPr>
        <w:t>后听到前方悬崖反射</w:t>
      </w:r>
    </w:p>
    <w:sectPr w:rsidSect="005636BC">
      <w:pgSz w:w="11906" w:h="16838"/>
      <w:pgMar w:top="1417" w:right="1417" w:bottom="1417" w:left="1417" w:header="850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??朢痽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85"/>
    <w:pPr>
      <w:widowControl w:val="0"/>
      <w:spacing w:after="200" w:line="276" w:lineRule="auto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E0F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7685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E0F85"/>
    <w:pP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768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file:///C:\Users\Administrator\AppData\Roaming\Tencent\Users\713000442\TIM\WinTemp\RichOle\%7BKHKHZJP16C4$$0$MV8XKZ6.png" TargetMode="External" /><Relationship Id="rId17" Type="http://schemas.openxmlformats.org/officeDocument/2006/relationships/image" Target="media/image11.jpeg" /><Relationship Id="rId18" Type="http://schemas.openxmlformats.org/officeDocument/2006/relationships/image" Target="media/image12.jpeg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file:///C:\Users\Administrator\AppData\Roaming\Tencent\Users\713000442\TIM\WinTemp\RichOle\42L2%7DV%5B2BSTYA%5BC3E@%7D)BTV.png" TargetMode="External" /><Relationship Id="rId7" Type="http://schemas.openxmlformats.org/officeDocument/2006/relationships/image" Target="media/image3.png" /><Relationship Id="rId8" Type="http://schemas.openxmlformats.org/officeDocument/2006/relationships/image" Target="file:///C:\Users\Administrator\AppData\Roaming\Tencent\Users\713000442\TIM\WinTemp\RichOle\LZ10DS_F1~Q%25)YK%25KF0UB5S.png" TargetMode="External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7</Pages>
  <Words>1538</Words>
  <Characters>1663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3</cp:revision>
  <dcterms:created xsi:type="dcterms:W3CDTF">2017-09-26T00:20:00Z</dcterms:created>
  <dcterms:modified xsi:type="dcterms:W3CDTF">2018-10-12T01:01:00Z</dcterms:modified>
</cp:coreProperties>
</file>